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63B5C42D" w:rsidR="00F862D6" w:rsidRPr="001A6F12" w:rsidRDefault="00B909C1" w:rsidP="0037111D">
            <w:pPr>
              <w:rPr>
                <w:szCs w:val="14"/>
              </w:rPr>
            </w:pPr>
            <w:r>
              <w:rPr>
                <w:szCs w:val="14"/>
              </w:rPr>
              <w:t>813</w:t>
            </w:r>
            <w:r w:rsidR="00B841EE">
              <w:rPr>
                <w:szCs w:val="14"/>
              </w:rPr>
              <w:t>0/</w:t>
            </w:r>
            <w:r w:rsidR="00C84478">
              <w:rPr>
                <w:szCs w:val="14"/>
              </w:rPr>
              <w:t>2</w:t>
            </w:r>
            <w:r w:rsidR="00B841EE">
              <w:rPr>
                <w:szCs w:val="14"/>
              </w:rPr>
              <w:t>0</w:t>
            </w:r>
            <w:r w:rsidR="00C84478">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74F52F5A" w:rsidR="00F862D6" w:rsidRPr="001A6F12" w:rsidRDefault="00AE77BE"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AC9F0AB" w:rsidR="00F862D6" w:rsidRPr="001A6F12" w:rsidRDefault="00C84478"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64419860" w:rsidR="009A7568" w:rsidRPr="001A6F12" w:rsidRDefault="00C84478"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7E19D6AF" w:rsidR="009A7568" w:rsidRPr="001A6F12" w:rsidRDefault="00C84478"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11CBF8EB" w:rsidR="009A7568" w:rsidRPr="001A6F12" w:rsidRDefault="00C84478" w:rsidP="009A7568">
            <w:pPr>
              <w:rPr>
                <w:szCs w:val="14"/>
              </w:rPr>
            </w:pPr>
            <w:r>
              <w:rPr>
                <w:szCs w:val="14"/>
              </w:rPr>
              <w:t>23. července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0F6A39A6" w14:textId="77777777" w:rsidR="00F05A9D" w:rsidRDefault="00F05A9D" w:rsidP="00FC44E6">
      <w:pPr>
        <w:spacing w:after="0" w:line="240" w:lineRule="auto"/>
        <w:rPr>
          <w:rFonts w:eastAsia="Times New Roman" w:cs="Times New Roman"/>
          <w:b/>
          <w:i/>
          <w:color w:val="FF0000"/>
          <w:lang w:eastAsia="cs-CZ"/>
        </w:rPr>
      </w:pPr>
    </w:p>
    <w:p w14:paraId="508687A4" w14:textId="1E60667F" w:rsidR="00FC44E6" w:rsidRPr="00C84478" w:rsidRDefault="00506D82" w:rsidP="00FC44E6">
      <w:pPr>
        <w:spacing w:after="0" w:line="240" w:lineRule="auto"/>
        <w:rPr>
          <w:rFonts w:eastAsia="Times New Roman" w:cs="Times New Roman"/>
          <w:b/>
          <w:i/>
          <w:lang w:eastAsia="cs-CZ"/>
        </w:rPr>
      </w:pPr>
      <w:r w:rsidRPr="00C84478">
        <w:rPr>
          <w:rFonts w:eastAsia="Times New Roman" w:cs="Times New Roman"/>
          <w:b/>
          <w:i/>
          <w:lang w:eastAsia="cs-CZ"/>
        </w:rPr>
        <w:t>Projektová dokumentace pro společné povolení, projektová dokumentace pro provádění stavby a výkon dozoru</w:t>
      </w:r>
      <w:r w:rsidR="00333388" w:rsidRPr="00C84478">
        <w:rPr>
          <w:rFonts w:eastAsia="Times New Roman" w:cs="Times New Roman"/>
          <w:b/>
          <w:i/>
          <w:lang w:eastAsia="cs-CZ"/>
        </w:rPr>
        <w:t xml:space="preserve"> projektanta</w:t>
      </w:r>
      <w:r w:rsidRPr="00C84478">
        <w:rPr>
          <w:rFonts w:eastAsia="Times New Roman" w:cs="Times New Roman"/>
          <w:b/>
          <w:i/>
          <w:lang w:eastAsia="cs-CZ"/>
        </w:rPr>
        <w:t xml:space="preserve"> (dále jen „DUSP+PDPS+</w:t>
      </w:r>
      <w:r w:rsidR="007E7F2B" w:rsidRPr="00C84478">
        <w:rPr>
          <w:rFonts w:eastAsia="Times New Roman" w:cs="Times New Roman"/>
          <w:b/>
          <w:i/>
          <w:lang w:eastAsia="cs-CZ"/>
        </w:rPr>
        <w:t>DP</w:t>
      </w:r>
      <w:r w:rsidRPr="00C84478">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3BF9B89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C84478">
        <w:rPr>
          <w:rFonts w:eastAsia="Times New Roman" w:cs="Times New Roman"/>
          <w:b/>
          <w:lang w:eastAsia="cs-CZ"/>
        </w:rPr>
        <w:t>„</w:t>
      </w:r>
      <w:r w:rsidR="00C84478" w:rsidRPr="00C84478">
        <w:rPr>
          <w:rFonts w:eastAsia="Times New Roman" w:cs="Arial"/>
          <w:b/>
          <w:color w:val="000000"/>
          <w:lang w:eastAsia="cs-CZ"/>
        </w:rPr>
        <w:t xml:space="preserve">Doplnění závor na přejezdu v km 47,704 (P4461) trati Chlumec nad </w:t>
      </w:r>
      <w:proofErr w:type="gramStart"/>
      <w:r w:rsidR="00C84478" w:rsidRPr="00C84478">
        <w:rPr>
          <w:rFonts w:eastAsia="Times New Roman" w:cs="Arial"/>
          <w:b/>
          <w:color w:val="000000"/>
          <w:lang w:eastAsia="cs-CZ"/>
        </w:rPr>
        <w:t>Cidlinou - Trutnov</w:t>
      </w:r>
      <w:proofErr w:type="gramEnd"/>
      <w:r w:rsidRPr="00C84478">
        <w:rPr>
          <w:rFonts w:eastAsia="Times New Roman" w:cs="Times New Roman"/>
          <w:b/>
          <w:lang w:eastAsia="cs-CZ"/>
        </w:rPr>
        <w:t>“</w:t>
      </w:r>
    </w:p>
    <w:p w14:paraId="048790E4" w14:textId="6B0E285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C84478">
        <w:rPr>
          <w:rFonts w:eastAsia="Times New Roman" w:cs="Times New Roman"/>
          <w:lang w:eastAsia="cs-CZ"/>
        </w:rPr>
        <w:t>61724145</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52D473E3" w14:textId="77777777" w:rsidR="002A1EFF" w:rsidRPr="00140CD9" w:rsidRDefault="002A1EFF" w:rsidP="002A1EFF">
      <w:pPr>
        <w:pStyle w:val="Zpat"/>
        <w:rPr>
          <w:sz w:val="16"/>
          <w:szCs w:val="16"/>
        </w:rPr>
      </w:pPr>
    </w:p>
    <w:p w14:paraId="0166A7FF" w14:textId="35E4D76B"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w:t>
      </w:r>
      <w:r w:rsidR="00FC44E6" w:rsidRPr="00FC44E6">
        <w:rPr>
          <w:rFonts w:eastAsia="Times New Roman" w:cs="Times New Roman"/>
          <w:lang w:val="x-none" w:eastAsia="x-none"/>
        </w:rPr>
        <w:lastRenderedPageBreak/>
        <w:t xml:space="preserve">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4716474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84478">
        <w:rPr>
          <w:rFonts w:eastAsia="Times New Roman" w:cs="Times New Roman"/>
          <w:lang w:eastAsia="cs-CZ"/>
        </w:rPr>
        <w:t>Ing. Jaromír Souček</w:t>
      </w:r>
      <w:r w:rsidRPr="00FC44E6">
        <w:rPr>
          <w:rFonts w:eastAsia="Times New Roman" w:cs="Times New Roman"/>
          <w:lang w:eastAsia="cs-CZ"/>
        </w:rPr>
        <w:t xml:space="preserve">, telefon: </w:t>
      </w:r>
      <w:r w:rsidR="00C84478">
        <w:rPr>
          <w:rFonts w:eastAsia="Times New Roman" w:cs="Times New Roman"/>
          <w:lang w:eastAsia="cs-CZ"/>
        </w:rPr>
        <w:t>+420 724 932 283</w:t>
      </w:r>
      <w:r w:rsidRPr="00FC44E6">
        <w:rPr>
          <w:rFonts w:eastAsia="Times New Roman" w:cs="Times New Roman"/>
          <w:lang w:eastAsia="cs-CZ"/>
        </w:rPr>
        <w:t>, e-mail:</w:t>
      </w:r>
      <w:r w:rsidR="00C84478">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59F964C" w14:textId="6B269147" w:rsidR="00292441" w:rsidRPr="00292441" w:rsidRDefault="00FC44E6" w:rsidP="00AE77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3599C508" w14:textId="77777777" w:rsidR="00292441" w:rsidRDefault="00292441" w:rsidP="00FC44E6">
      <w:pPr>
        <w:spacing w:after="0" w:line="240" w:lineRule="auto"/>
        <w:ind w:left="426"/>
        <w:jc w:val="both"/>
        <w:rPr>
          <w:rFonts w:eastAsia="Times New Roman" w:cs="Times New Roman"/>
          <w:lang w:eastAsia="cs-CZ"/>
        </w:rPr>
      </w:pPr>
    </w:p>
    <w:p w14:paraId="0A41EF6B" w14:textId="710B8AEF" w:rsidR="00292441" w:rsidRPr="00D5398F" w:rsidRDefault="00292441"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Druh veřejné zakázky:</w:t>
      </w:r>
    </w:p>
    <w:p w14:paraId="2D0F25C2" w14:textId="0A3BDCFE"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278C20EA" w:rsidR="00FC44E6" w:rsidRPr="00FC44E6" w:rsidRDefault="00FC44E6" w:rsidP="00D5398F">
      <w:pPr>
        <w:pStyle w:val="Odstavecseseznamem"/>
        <w:numPr>
          <w:ilvl w:val="1"/>
          <w:numId w:val="43"/>
        </w:numPr>
        <w:tabs>
          <w:tab w:val="left" w:pos="1985"/>
        </w:tabs>
        <w:spacing w:after="0" w:line="240" w:lineRule="auto"/>
        <w:ind w:left="851" w:hanging="425"/>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00292441" w:rsidRPr="00D5398F">
        <w:rPr>
          <w:rFonts w:eastAsia="Times New Roman" w:cs="Times New Roman"/>
          <w:bCs/>
          <w:color w:val="000000"/>
          <w:lang w:eastAsia="cs-CZ"/>
        </w:rPr>
        <w:t>veřejné zakázky</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84478" w:rsidRPr="00C84478">
        <w:rPr>
          <w:rFonts w:eastAsia="Times New Roman" w:cs="Times New Roman"/>
          <w:b/>
          <w:bCs/>
          <w:lang w:eastAsia="cs-CZ"/>
        </w:rPr>
        <w:t>1 357 500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BAFBE20" w14:textId="77777777" w:rsidR="00762B85" w:rsidRPr="00D5398F" w:rsidRDefault="00762B85" w:rsidP="00D5398F">
      <w:pPr>
        <w:pStyle w:val="Odstavecseseznamem"/>
        <w:numPr>
          <w:ilvl w:val="1"/>
          <w:numId w:val="43"/>
        </w:numPr>
        <w:tabs>
          <w:tab w:val="left" w:pos="1985"/>
        </w:tabs>
        <w:spacing w:after="0" w:line="240" w:lineRule="auto"/>
        <w:ind w:left="851" w:hanging="425"/>
        <w:rPr>
          <w:rFonts w:eastAsia="Times New Roman" w:cs="Times New Roman"/>
          <w:bCs/>
          <w:u w:val="single"/>
          <w:lang w:eastAsia="cs-CZ"/>
        </w:rPr>
      </w:pPr>
      <w:r w:rsidRPr="00D5398F">
        <w:rPr>
          <w:rFonts w:eastAsia="Times New Roman" w:cs="Times New Roman"/>
          <w:bCs/>
          <w:u w:val="single"/>
          <w:lang w:eastAsia="cs-CZ"/>
        </w:rPr>
        <w:t>Předmět plnění veřejné zakázky</w:t>
      </w:r>
    </w:p>
    <w:p w14:paraId="3D2AC713" w14:textId="77777777" w:rsidR="00B7677B" w:rsidRDefault="00FC44E6" w:rsidP="00AE77BE">
      <w:pPr>
        <w:widowControl w:val="0"/>
        <w:tabs>
          <w:tab w:val="left" w:pos="426"/>
        </w:tabs>
        <w:autoSpaceDE w:val="0"/>
        <w:autoSpaceDN w:val="0"/>
        <w:spacing w:before="120" w:after="120" w:line="22" w:lineRule="atLeast"/>
        <w:ind w:left="425" w:right="55"/>
        <w:jc w:val="both"/>
      </w:pPr>
      <w:r w:rsidRPr="00FC44E6">
        <w:rPr>
          <w:rFonts w:eastAsia="Times New Roman" w:cs="Times New Roman"/>
          <w:b/>
          <w:lang w:eastAsia="cs-CZ"/>
        </w:rPr>
        <w:t>Předmětem VZ je</w:t>
      </w:r>
      <w:r w:rsidR="00B7677B">
        <w:rPr>
          <w:rFonts w:eastAsia="Times New Roman" w:cs="Times New Roman"/>
          <w:b/>
          <w:lang w:eastAsia="cs-CZ"/>
        </w:rPr>
        <w:t xml:space="preserve"> </w:t>
      </w:r>
      <w:r w:rsidR="00B7677B">
        <w:t>zpracování Projektové dokumentace pro vydání společného povolení (DUSP) a projektové Dokumentace pro provádění stavby (PDPS) včetně výkonu dozoru projektanta (DP) při zhotovení PDPS a při provádění stavby dle zadávacích podmínek Objednatele.</w:t>
      </w:r>
      <w:r w:rsidR="00B7677B">
        <w:rPr>
          <w:i/>
          <w:color w:val="FF0000"/>
        </w:rPr>
        <w:t xml:space="preserve"> </w:t>
      </w:r>
    </w:p>
    <w:p w14:paraId="2D23EAC9" w14:textId="77777777" w:rsidR="00B7677B" w:rsidRDefault="00B7677B" w:rsidP="00AE77BE">
      <w:pPr>
        <w:widowControl w:val="0"/>
        <w:tabs>
          <w:tab w:val="left" w:pos="426"/>
        </w:tabs>
        <w:autoSpaceDE w:val="0"/>
        <w:autoSpaceDN w:val="0"/>
        <w:spacing w:before="60" w:after="120" w:line="22" w:lineRule="atLeast"/>
        <w:ind w:left="425"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(dále také „</w:t>
      </w:r>
      <w:proofErr w:type="spellStart"/>
      <w:r>
        <w:t>StZ</w:t>
      </w:r>
      <w:proofErr w:type="spellEnd"/>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5F2F46A" w14:textId="77777777" w:rsidR="00B7677B" w:rsidRDefault="00B7677B" w:rsidP="00AE77BE">
      <w:pPr>
        <w:widowControl w:val="0"/>
        <w:tabs>
          <w:tab w:val="left" w:pos="426"/>
        </w:tabs>
        <w:autoSpaceDE w:val="0"/>
        <w:autoSpaceDN w:val="0"/>
        <w:spacing w:before="60" w:after="0" w:line="22" w:lineRule="atLeast"/>
        <w:ind w:left="425" w:right="55"/>
        <w:jc w:val="both"/>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649766B7" w14:textId="77777777" w:rsidR="00B7677B" w:rsidRDefault="00B10016" w:rsidP="00AE77BE">
      <w:pPr>
        <w:spacing w:after="120"/>
        <w:ind w:left="425" w:right="55"/>
        <w:rPr>
          <w:color w:val="000000"/>
        </w:rPr>
      </w:pPr>
      <w:hyperlink r:id="rId12" w:history="1">
        <w:r w:rsidR="00B7677B">
          <w:rPr>
            <w:rStyle w:val="Hypertextovodkaz"/>
          </w:rPr>
          <w:t>Stanovení nákladů staveb - www.spravazeleznic.cz</w:t>
        </w:r>
      </w:hyperlink>
    </w:p>
    <w:p w14:paraId="1F4C5D03" w14:textId="77777777" w:rsidR="00B7677B" w:rsidRDefault="00B7677B" w:rsidP="00AE77BE">
      <w:pPr>
        <w:widowControl w:val="0"/>
        <w:tabs>
          <w:tab w:val="left" w:pos="426"/>
        </w:tabs>
        <w:autoSpaceDE w:val="0"/>
        <w:autoSpaceDN w:val="0"/>
        <w:spacing w:before="6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4F991075" w14:textId="77777777" w:rsidR="00B7677B" w:rsidRDefault="00B7677B" w:rsidP="00AE77BE">
      <w:pPr>
        <w:widowControl w:val="0"/>
        <w:tabs>
          <w:tab w:val="left" w:pos="426"/>
        </w:tabs>
        <w:autoSpaceDE w:val="0"/>
        <w:autoSpaceDN w:val="0"/>
        <w:spacing w:before="60" w:after="120" w:line="22" w:lineRule="atLeast"/>
        <w:ind w:left="425"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3E194693" w14:textId="77777777" w:rsidR="00B7677B" w:rsidRDefault="00B7677B" w:rsidP="00AE77BE">
      <w:pPr>
        <w:widowControl w:val="0"/>
        <w:tabs>
          <w:tab w:val="left" w:pos="426"/>
        </w:tabs>
        <w:autoSpaceDE w:val="0"/>
        <w:autoSpaceDN w:val="0"/>
        <w:spacing w:before="60" w:after="12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6AB548B8" w14:textId="77777777" w:rsidR="00B7677B" w:rsidRDefault="00B7677B" w:rsidP="00AE77BE">
      <w:pPr>
        <w:widowControl w:val="0"/>
        <w:tabs>
          <w:tab w:val="left" w:pos="426"/>
        </w:tabs>
        <w:autoSpaceDE w:val="0"/>
        <w:autoSpaceDN w:val="0"/>
        <w:spacing w:before="60" w:after="120" w:line="22" w:lineRule="atLeast"/>
        <w:ind w:left="425" w:right="55"/>
        <w:jc w:val="both"/>
        <w:rPr>
          <w:highlight w:val="cyan"/>
        </w:rPr>
      </w:pPr>
      <w:r>
        <w:lastRenderedPageBreak/>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7B3BA72" w14:textId="77777777" w:rsidR="00B7677B" w:rsidRDefault="00B7677B" w:rsidP="00AE77BE">
      <w:pPr>
        <w:widowControl w:val="0"/>
        <w:tabs>
          <w:tab w:val="left" w:pos="426"/>
        </w:tabs>
        <w:autoSpaceDE w:val="0"/>
        <w:autoSpaceDN w:val="0"/>
        <w:spacing w:before="60" w:after="120" w:line="22" w:lineRule="atLeast"/>
        <w:ind w:left="425" w:right="55"/>
        <w:jc w:val="both"/>
      </w:pPr>
      <w: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5048E11" w14:textId="77777777" w:rsidR="00B7677B" w:rsidRDefault="00B7677B" w:rsidP="00AE77BE">
      <w:pPr>
        <w:widowControl w:val="0"/>
        <w:tabs>
          <w:tab w:val="left" w:pos="426"/>
        </w:tabs>
        <w:autoSpaceDE w:val="0"/>
        <w:autoSpaceDN w:val="0"/>
        <w:spacing w:before="60" w:after="120" w:line="22" w:lineRule="atLeast"/>
        <w:ind w:left="425"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2ACAF62C" w14:textId="77777777" w:rsidR="00B7677B" w:rsidRDefault="00B7677B" w:rsidP="00AE77BE">
      <w:pPr>
        <w:widowControl w:val="0"/>
        <w:tabs>
          <w:tab w:val="left" w:pos="426"/>
        </w:tabs>
        <w:autoSpaceDE w:val="0"/>
        <w:autoSpaceDN w:val="0"/>
        <w:spacing w:before="60" w:after="120" w:line="22" w:lineRule="atLeast"/>
        <w:ind w:left="425" w:right="55"/>
        <w:jc w:val="both"/>
      </w:pPr>
      <w:r>
        <w:t>Geodetické a mapové podklady (mapové podklady TÚ</w:t>
      </w:r>
      <w:proofErr w:type="gramStart"/>
      <w:r>
        <w:t xml:space="preserve"> ..</w:t>
      </w:r>
      <w:proofErr w:type="gramEnd"/>
      <w:r>
        <w:t xml:space="preserve"> km …, platné ŽBP a projekty PPK) zajistí Objednatel prostřednictvím SŽG. Mapové podklady budou zpracovány do hranic dráhy. Ostatní potřebné podklady pro zpracování dokumentace si zajistí Zhotovitel na vlastní náklady.</w:t>
      </w:r>
    </w:p>
    <w:p w14:paraId="2317CBCB" w14:textId="63A4C0C2" w:rsidR="00FC44E6" w:rsidRPr="00FC44E6" w:rsidRDefault="00B7677B" w:rsidP="00AE77BE">
      <w:pPr>
        <w:spacing w:after="0" w:line="240" w:lineRule="auto"/>
        <w:ind w:left="426" w:right="55"/>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62F1F4B3" w14:textId="77777777" w:rsidR="00FC44E6" w:rsidRPr="00FC44E6" w:rsidRDefault="00FC44E6" w:rsidP="00AE77BE">
      <w:pPr>
        <w:spacing w:after="0" w:line="240" w:lineRule="auto"/>
        <w:ind w:left="426" w:right="55"/>
        <w:jc w:val="both"/>
        <w:rPr>
          <w:rFonts w:eastAsia="Times New Roman" w:cs="Times New Roman"/>
          <w:lang w:eastAsia="cs-CZ"/>
        </w:rPr>
      </w:pPr>
    </w:p>
    <w:p w14:paraId="77455B94" w14:textId="77777777" w:rsidR="00FC44E6" w:rsidRPr="00FC44E6" w:rsidRDefault="00FC44E6" w:rsidP="00AE77BE">
      <w:pPr>
        <w:spacing w:after="0" w:line="240" w:lineRule="auto"/>
        <w:ind w:left="426" w:right="5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Default="00FC44E6" w:rsidP="00AE77BE">
      <w:pPr>
        <w:spacing w:after="0" w:line="240" w:lineRule="auto"/>
        <w:ind w:left="426" w:right="55"/>
        <w:jc w:val="both"/>
        <w:rPr>
          <w:rFonts w:eastAsia="Times New Roman" w:cs="Times New Roman"/>
          <w:lang w:eastAsia="cs-CZ"/>
        </w:rPr>
      </w:pPr>
    </w:p>
    <w:p w14:paraId="20A75422" w14:textId="7D2C1E81" w:rsidR="000F4DA2" w:rsidRPr="00D5398F" w:rsidRDefault="000F4DA2"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Klasifikace předmětu veřejné zakázky</w:t>
      </w:r>
    </w:p>
    <w:p w14:paraId="1A929EE0" w14:textId="073F6C98" w:rsidR="000F4DA2" w:rsidRPr="00D5398F" w:rsidRDefault="000F4DA2" w:rsidP="00FC44E6">
      <w:pPr>
        <w:spacing w:after="0" w:line="240" w:lineRule="auto"/>
        <w:ind w:left="426"/>
        <w:jc w:val="both"/>
        <w:rPr>
          <w:rFonts w:eastAsia="Times New Roman" w:cs="Times New Roman"/>
          <w:b/>
          <w:bCs/>
          <w:lang w:eastAsia="cs-CZ"/>
        </w:rPr>
      </w:pPr>
      <w:r>
        <w:t>kód CPV 71322000-1 Technické projekty pro provádění stavebně inženýrských prací</w:t>
      </w:r>
    </w:p>
    <w:p w14:paraId="3852ECCE"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028412CE"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B909C1">
        <w:rPr>
          <w:rFonts w:eastAsia="Times New Roman" w:cs="Times New Roman"/>
          <w:lang w:eastAsia="cs-CZ"/>
        </w:rPr>
        <w:t>8130</w:t>
      </w:r>
      <w:r w:rsidR="00B7677B">
        <w:rPr>
          <w:rFonts w:eastAsia="Times New Roman" w:cs="Times New Roman"/>
          <w:lang w:eastAsia="cs-CZ"/>
        </w:rPr>
        <w:t>/2024-SŽ-SSV-Ú3</w:t>
      </w:r>
      <w:r w:rsidRPr="00FC44E6">
        <w:rPr>
          <w:rFonts w:eastAsia="Times New Roman" w:cs="Times New Roman"/>
          <w:lang w:eastAsia="cs-CZ"/>
        </w:rPr>
        <w:t xml:space="preserve"> ze dne </w:t>
      </w:r>
      <w:r w:rsidR="00B7677B">
        <w:rPr>
          <w:rFonts w:eastAsia="Times New Roman" w:cs="Times New Roman"/>
          <w:lang w:eastAsia="cs-CZ"/>
        </w:rPr>
        <w:t>23. 7. 2024</w:t>
      </w:r>
      <w:r w:rsidRPr="00FC44E6">
        <w:rPr>
          <w:rFonts w:eastAsia="Times New Roman" w:cs="Times New Roman"/>
          <w:lang w:eastAsia="cs-CZ"/>
        </w:rPr>
        <w:t xml:space="preserve"> (dále jen “Výzva”), </w:t>
      </w:r>
    </w:p>
    <w:p w14:paraId="19781F00" w14:textId="70EF50B2"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B7677B">
        <w:rPr>
          <w:rFonts w:eastAsia="Times New Roman" w:cs="Times New Roman"/>
          <w:lang w:eastAsia="cs-CZ"/>
        </w:rPr>
        <w:t>DUSP+PDPS</w:t>
      </w:r>
      <w:r w:rsidRPr="00B9643D">
        <w:rPr>
          <w:rFonts w:eastAsia="Times New Roman" w:cs="Times New Roman"/>
          <w:lang w:eastAsia="cs-CZ"/>
        </w:rPr>
        <w:t>,</w:t>
      </w:r>
    </w:p>
    <w:p w14:paraId="0CE90070" w14:textId="77777777" w:rsidR="00B7677B" w:rsidRPr="00B9643D" w:rsidRDefault="00B7677B" w:rsidP="00B7677B">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Pr>
          <w:rFonts w:eastAsia="Times New Roman" w:cs="Times New Roman"/>
          <w:lang w:eastAsia="cs-CZ"/>
        </w:rPr>
        <w:t>Dokumentace staveb, OP/DOKUMENTACE/04/24</w:t>
      </w:r>
      <w:r w:rsidRPr="00B9643D">
        <w:rPr>
          <w:rFonts w:eastAsia="Times New Roman" w:cs="Times New Roman"/>
          <w:lang w:eastAsia="cs-CZ"/>
        </w:rPr>
        <w:t>,</w:t>
      </w:r>
    </w:p>
    <w:p w14:paraId="61C288C0" w14:textId="77777777" w:rsidR="00B7677B" w:rsidRPr="00B9643D" w:rsidRDefault="00B7677B" w:rsidP="00B7677B">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Pr>
          <w:rFonts w:eastAsia="Times New Roman" w:cs="Times New Roman"/>
          <w:lang w:eastAsia="cs-CZ"/>
        </w:rPr>
        <w:t>VTP</w:t>
      </w:r>
      <w:proofErr w:type="gramEnd"/>
      <w:r>
        <w:rPr>
          <w:rFonts w:eastAsia="Times New Roman" w:cs="Times New Roman"/>
          <w:lang w:eastAsia="cs-CZ"/>
        </w:rPr>
        <w:t>/DOKUMENTACE/06/23</w:t>
      </w:r>
      <w:r w:rsidRPr="00B9643D">
        <w:rPr>
          <w:rFonts w:eastAsia="Times New Roman" w:cs="Times New Roman"/>
          <w:lang w:eastAsia="cs-CZ"/>
        </w:rPr>
        <w:t>,</w:t>
      </w:r>
    </w:p>
    <w:p w14:paraId="18AAD8CC" w14:textId="7F051333" w:rsidR="00FC44E6" w:rsidRPr="00B7677B" w:rsidRDefault="00B7677B" w:rsidP="00B7677B">
      <w:pPr>
        <w:numPr>
          <w:ilvl w:val="0"/>
          <w:numId w:val="7"/>
        </w:numPr>
        <w:spacing w:after="0" w:line="240" w:lineRule="auto"/>
        <w:ind w:left="709" w:hanging="283"/>
        <w:rPr>
          <w:rFonts w:eastAsia="Times New Roman" w:cs="Times New Roman"/>
          <w:lang w:eastAsia="cs-CZ"/>
        </w:rPr>
      </w:pPr>
      <w:r w:rsidRPr="00B7677B">
        <w:rPr>
          <w:rFonts w:eastAsia="Times New Roman" w:cs="Times New Roman"/>
          <w:lang w:eastAsia="cs-CZ"/>
        </w:rPr>
        <w:t>Zvláštní technické podmínky</w:t>
      </w:r>
      <w:r w:rsidRPr="00B9643D">
        <w:rPr>
          <w:rFonts w:eastAsia="Times New Roman" w:cs="Times New Roman"/>
          <w:lang w:eastAsia="cs-CZ"/>
        </w:rPr>
        <w:t xml:space="preserve"> </w:t>
      </w:r>
      <w:r>
        <w:rPr>
          <w:rFonts w:eastAsia="Times New Roman" w:cs="Times New Roman"/>
          <w:lang w:eastAsia="cs-CZ"/>
        </w:rPr>
        <w:t>„</w:t>
      </w:r>
      <w:r w:rsidRPr="001B2BD1">
        <w:rPr>
          <w:rFonts w:eastAsia="Times New Roman" w:cs="Times New Roman"/>
          <w:lang w:eastAsia="cs-CZ"/>
        </w:rPr>
        <w:t xml:space="preserve">Doplnění závor na přejezdu v km 47,704 (P4461) trati Chlumec nad </w:t>
      </w:r>
      <w:proofErr w:type="gramStart"/>
      <w:r w:rsidRPr="001B2BD1">
        <w:rPr>
          <w:rFonts w:eastAsia="Times New Roman" w:cs="Times New Roman"/>
          <w:lang w:eastAsia="cs-CZ"/>
        </w:rPr>
        <w:t>Cidlinou - Trutnov</w:t>
      </w:r>
      <w:proofErr w:type="gramEnd"/>
      <w:r w:rsidRPr="001B2BD1">
        <w:rPr>
          <w:rFonts w:eastAsia="Times New Roman" w:cs="Times New Roman"/>
          <w:lang w:eastAsia="cs-CZ"/>
        </w:rPr>
        <w:t>“</w:t>
      </w:r>
      <w:r w:rsidRPr="00B7677B">
        <w:rPr>
          <w:rFonts w:eastAsia="Times New Roman" w:cs="Times New Roman"/>
          <w:lang w:eastAsia="cs-CZ"/>
        </w:rPr>
        <w:t>, ze dne 14. 5. 2024, vč. příloh v nich uvedených</w:t>
      </w:r>
    </w:p>
    <w:p w14:paraId="6D4BD509"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B7677B"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B7677B">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0FE7E911" w14:textId="77777777" w:rsidR="008F31F1" w:rsidRDefault="008F31F1" w:rsidP="008F31F1">
      <w:pPr>
        <w:spacing w:after="0" w:line="240" w:lineRule="auto"/>
        <w:ind w:firstLine="426"/>
        <w:rPr>
          <w:rFonts w:eastAsia="Times New Roman" w:cs="Times New Roman"/>
          <w:b/>
          <w:i/>
          <w:u w:val="single"/>
          <w:lang w:eastAsia="cs-CZ"/>
        </w:rPr>
      </w:pPr>
      <w:r>
        <w:rPr>
          <w:rFonts w:eastAsia="Times New Roman" w:cs="Times New Roman"/>
          <w:b/>
          <w:i/>
          <w:u w:val="single"/>
          <w:lang w:eastAsia="cs-CZ"/>
        </w:rPr>
        <w:t xml:space="preserve">1. dílčí etapa: </w:t>
      </w:r>
    </w:p>
    <w:p w14:paraId="4EE4EDCB" w14:textId="77777777" w:rsidR="008F31F1" w:rsidRDefault="008F31F1" w:rsidP="008F31F1">
      <w:pPr>
        <w:spacing w:after="0" w:line="240" w:lineRule="auto"/>
        <w:ind w:left="426"/>
        <w:jc w:val="both"/>
        <w:rPr>
          <w:rFonts w:eastAsia="Times New Roman" w:cs="Times New Roman"/>
          <w:iCs/>
          <w:lang w:eastAsia="cs-CZ"/>
        </w:rPr>
      </w:pPr>
      <w:r>
        <w:rPr>
          <w:rFonts w:eastAsia="Times New Roman" w:cs="Times New Roman"/>
          <w:lang w:eastAsia="cs-CZ"/>
        </w:rPr>
        <w:t xml:space="preserve">Předmět díla v rozsahu – zpracování </w:t>
      </w:r>
      <w:r>
        <w:rPr>
          <w:rFonts w:eastAsia="Times New Roman" w:cs="Times New Roman"/>
          <w:bCs/>
          <w:iCs/>
          <w:lang w:eastAsia="cs-CZ"/>
        </w:rPr>
        <w:t>DUSP+PDPS</w:t>
      </w:r>
      <w:r>
        <w:rPr>
          <w:rFonts w:eastAsia="Times New Roman" w:cs="Times New Roman"/>
          <w:bCs/>
          <w:i/>
          <w:lang w:eastAsia="cs-CZ"/>
        </w:rPr>
        <w:t xml:space="preserve"> </w:t>
      </w:r>
      <w:r>
        <w:rPr>
          <w:rFonts w:eastAsia="Times New Roman" w:cs="Times New Roman"/>
          <w:bCs/>
          <w:iCs/>
          <w:lang w:eastAsia="cs-CZ"/>
        </w:rPr>
        <w:t>(včetně výkonu DP při zhotovení PDPS), souhrnného rozpočtu a ekonomického hodnocení</w:t>
      </w:r>
      <w:r>
        <w:rPr>
          <w:rFonts w:eastAsia="Times New Roman" w:cs="Times New Roman"/>
          <w:iCs/>
          <w:lang w:eastAsia="cs-CZ"/>
        </w:rPr>
        <w:t xml:space="preserve"> k připomínkám</w:t>
      </w:r>
    </w:p>
    <w:p w14:paraId="3F835C90" w14:textId="77777777" w:rsidR="008F31F1" w:rsidRDefault="008F31F1" w:rsidP="008F31F1">
      <w:pPr>
        <w:spacing w:after="0" w:line="240" w:lineRule="auto"/>
        <w:ind w:left="426"/>
        <w:jc w:val="both"/>
        <w:rPr>
          <w:rFonts w:eastAsia="Times New Roman" w:cs="Times New Roman"/>
          <w:b/>
          <w:highlight w:val="green"/>
          <w:lang w:eastAsia="cs-CZ"/>
        </w:rPr>
      </w:pPr>
    </w:p>
    <w:p w14:paraId="2D82D5A8" w14:textId="77777777" w:rsidR="008F31F1" w:rsidRDefault="008F31F1" w:rsidP="008F31F1">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a předáno </w:t>
      </w:r>
      <w:r>
        <w:rPr>
          <w:rFonts w:eastAsia="Times New Roman" w:cs="Times New Roman"/>
          <w:b/>
          <w:lang w:eastAsia="cs-CZ"/>
        </w:rPr>
        <w:t>do 6 měsíců od zahájení plnění</w:t>
      </w:r>
    </w:p>
    <w:p w14:paraId="0F4B639A" w14:textId="77777777" w:rsidR="008F31F1" w:rsidRDefault="008F31F1" w:rsidP="008F31F1">
      <w:pPr>
        <w:spacing w:after="0" w:line="240" w:lineRule="auto"/>
        <w:ind w:left="426"/>
        <w:jc w:val="both"/>
        <w:rPr>
          <w:rFonts w:eastAsia="Times New Roman" w:cs="Times New Roman"/>
          <w:lang w:eastAsia="cs-CZ"/>
        </w:rPr>
      </w:pPr>
    </w:p>
    <w:p w14:paraId="5A38CF0E" w14:textId="77777777" w:rsidR="008F31F1" w:rsidRDefault="008F31F1" w:rsidP="008F31F1">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 xml:space="preserve">70 </w:t>
      </w:r>
      <w:r>
        <w:rPr>
          <w:rFonts w:eastAsia="Times New Roman" w:cs="Times New Roman"/>
          <w:lang w:eastAsia="cs-CZ"/>
        </w:rPr>
        <w:t xml:space="preserve">% ceny díla za zpracování </w:t>
      </w:r>
      <w:r>
        <w:rPr>
          <w:rFonts w:eastAsia="Times New Roman" w:cs="Times New Roman"/>
          <w:b/>
          <w:iCs/>
          <w:lang w:eastAsia="cs-CZ"/>
        </w:rPr>
        <w:t>DUSP+PDPS.</w:t>
      </w:r>
    </w:p>
    <w:p w14:paraId="506C2A32" w14:textId="77777777" w:rsidR="008F31F1" w:rsidRDefault="008F31F1" w:rsidP="008F31F1">
      <w:pPr>
        <w:spacing w:after="0" w:line="240" w:lineRule="auto"/>
        <w:ind w:left="426"/>
        <w:jc w:val="both"/>
        <w:rPr>
          <w:rFonts w:eastAsia="Times New Roman" w:cs="Times New Roman"/>
          <w:highlight w:val="green"/>
          <w:lang w:eastAsia="cs-CZ"/>
        </w:rPr>
      </w:pPr>
    </w:p>
    <w:p w14:paraId="609B9F65" w14:textId="77777777" w:rsidR="008F31F1" w:rsidRDefault="008F31F1" w:rsidP="008F31F1">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p>
    <w:p w14:paraId="4D3EE0B9" w14:textId="77777777" w:rsidR="008F31F1" w:rsidRDefault="008F31F1" w:rsidP="008F31F1">
      <w:pPr>
        <w:spacing w:after="0" w:line="240" w:lineRule="auto"/>
        <w:ind w:left="426"/>
        <w:jc w:val="both"/>
        <w:rPr>
          <w:rFonts w:eastAsia="Times New Roman" w:cs="Times New Roman"/>
          <w:lang w:eastAsia="x-none"/>
        </w:rPr>
      </w:pPr>
      <w:r>
        <w:rPr>
          <w:rFonts w:eastAsia="Times New Roman" w:cs="Times New Roman"/>
          <w:lang w:eastAsia="cs-CZ"/>
        </w:rPr>
        <w:t xml:space="preserve">Předmět díla v rozsahu – odevzdání DUSP+PDPS </w:t>
      </w:r>
      <w:r>
        <w:rPr>
          <w:rFonts w:eastAsia="Times New Roman" w:cs="Times New Roman"/>
          <w:bCs/>
          <w:iCs/>
          <w:lang w:eastAsia="cs-CZ"/>
        </w:rPr>
        <w:t xml:space="preserve">(včetně výkonu DP při zhotovení PDPS) </w:t>
      </w:r>
      <w:r>
        <w:rPr>
          <w:rFonts w:eastAsia="Times New Roman" w:cs="Times New Roman"/>
          <w:lang w:eastAsia="x-none"/>
        </w:rPr>
        <w:t xml:space="preserve">včetně zapracovaných případných připomínek, které budou projednány a zapracovány, </w:t>
      </w:r>
      <w:r>
        <w:rPr>
          <w:rFonts w:eastAsia="Times New Roman" w:cs="Times New Roman"/>
          <w:b/>
          <w:bCs/>
          <w:lang w:eastAsia="x-none"/>
        </w:rPr>
        <w:t>podání žádosti o povolení záměru</w:t>
      </w:r>
      <w:r>
        <w:rPr>
          <w:rFonts w:eastAsia="Times New Roman" w:cs="Times New Roman"/>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003FFCCA" w14:textId="77777777" w:rsidR="008F31F1" w:rsidRDefault="008F31F1" w:rsidP="008F31F1">
      <w:pPr>
        <w:spacing w:after="0" w:line="240" w:lineRule="auto"/>
        <w:ind w:left="426"/>
        <w:jc w:val="both"/>
        <w:rPr>
          <w:rFonts w:eastAsia="Times New Roman" w:cs="Times New Roman"/>
          <w:lang w:eastAsia="cs-CZ"/>
        </w:rPr>
      </w:pPr>
    </w:p>
    <w:p w14:paraId="31D19438" w14:textId="77777777" w:rsidR="008F31F1" w:rsidRDefault="008F31F1" w:rsidP="008F31F1">
      <w:pPr>
        <w:spacing w:after="0" w:line="240" w:lineRule="auto"/>
        <w:ind w:left="426"/>
        <w:jc w:val="both"/>
        <w:rPr>
          <w:rFonts w:eastAsia="Times New Roman" w:cs="Times New Roman"/>
          <w:b/>
          <w:lang w:eastAsia="cs-CZ"/>
        </w:rPr>
      </w:pPr>
      <w:r>
        <w:rPr>
          <w:rFonts w:eastAsia="Times New Roman" w:cs="Times New Roman"/>
          <w:lang w:eastAsia="cs-CZ"/>
        </w:rPr>
        <w:t xml:space="preserve">- bude dokončeno a předáno </w:t>
      </w:r>
      <w:r>
        <w:rPr>
          <w:rFonts w:eastAsia="Times New Roman" w:cs="Times New Roman"/>
          <w:b/>
          <w:lang w:eastAsia="cs-CZ"/>
        </w:rPr>
        <w:t>do 9 měsíců od zahájení plnění</w:t>
      </w:r>
    </w:p>
    <w:p w14:paraId="50300315" w14:textId="77777777" w:rsidR="008F31F1" w:rsidRDefault="008F31F1" w:rsidP="008F31F1">
      <w:pPr>
        <w:spacing w:after="0" w:line="240" w:lineRule="auto"/>
        <w:ind w:left="426"/>
        <w:jc w:val="both"/>
        <w:rPr>
          <w:rFonts w:eastAsia="Times New Roman" w:cs="Times New Roman"/>
          <w:lang w:eastAsia="cs-CZ"/>
        </w:rPr>
      </w:pPr>
    </w:p>
    <w:p w14:paraId="5CF32394" w14:textId="77777777" w:rsidR="008F31F1" w:rsidRDefault="008F31F1" w:rsidP="008F31F1">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20</w:t>
      </w:r>
      <w:r>
        <w:rPr>
          <w:rFonts w:eastAsia="Times New Roman" w:cs="Times New Roman"/>
          <w:lang w:eastAsia="cs-CZ"/>
        </w:rPr>
        <w:t xml:space="preserve"> % ceny díla za zpracování </w:t>
      </w:r>
      <w:r>
        <w:rPr>
          <w:rFonts w:eastAsia="Times New Roman" w:cs="Times New Roman"/>
          <w:b/>
          <w:iCs/>
          <w:lang w:eastAsia="cs-CZ"/>
        </w:rPr>
        <w:t>DUSP+PDPS.</w:t>
      </w:r>
    </w:p>
    <w:p w14:paraId="76A8D4A1" w14:textId="77777777" w:rsidR="008F31F1" w:rsidRDefault="008F31F1" w:rsidP="008F31F1">
      <w:pPr>
        <w:spacing w:after="0" w:line="240" w:lineRule="auto"/>
        <w:ind w:left="426"/>
        <w:jc w:val="both"/>
        <w:rPr>
          <w:rFonts w:eastAsia="Times New Roman" w:cs="Times New Roman"/>
          <w:lang w:eastAsia="cs-CZ"/>
        </w:rPr>
      </w:pPr>
    </w:p>
    <w:p w14:paraId="45F22BF5" w14:textId="77777777" w:rsidR="008F31F1" w:rsidRDefault="008F31F1" w:rsidP="008F31F1">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 dílčí etapa:</w:t>
      </w:r>
    </w:p>
    <w:p w14:paraId="768D3F6D" w14:textId="77777777" w:rsidR="008F31F1" w:rsidRDefault="008F31F1" w:rsidP="008F31F1">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zajištění právní moci rozhodnutí o povolení záměru (povolení stavby nebo zařízení) dle </w:t>
      </w:r>
      <w:proofErr w:type="spellStart"/>
      <w:r>
        <w:rPr>
          <w:rFonts w:eastAsia="Times New Roman" w:cs="Times New Roman"/>
          <w:lang w:eastAsia="cs-CZ"/>
        </w:rPr>
        <w:t>StZ</w:t>
      </w:r>
      <w:proofErr w:type="spellEnd"/>
    </w:p>
    <w:p w14:paraId="23C7283E" w14:textId="77777777" w:rsidR="008F31F1" w:rsidRDefault="008F31F1" w:rsidP="008F31F1">
      <w:pPr>
        <w:spacing w:after="0" w:line="240" w:lineRule="auto"/>
        <w:ind w:left="426"/>
        <w:jc w:val="both"/>
        <w:rPr>
          <w:rFonts w:eastAsia="Times New Roman" w:cs="Times New Roman"/>
          <w:lang w:eastAsia="cs-CZ"/>
        </w:rPr>
      </w:pPr>
    </w:p>
    <w:p w14:paraId="2A5F9EE1" w14:textId="77777777" w:rsidR="008F31F1" w:rsidRDefault="008F31F1" w:rsidP="008F31F1">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w:t>
      </w:r>
      <w:r>
        <w:rPr>
          <w:rFonts w:eastAsia="Times New Roman" w:cs="Times New Roman"/>
          <w:b/>
          <w:bCs/>
          <w:lang w:eastAsia="cs-CZ"/>
        </w:rPr>
        <w:t>odevzdáním pravomocného rozhodnutí</w:t>
      </w:r>
      <w:r>
        <w:rPr>
          <w:rFonts w:eastAsia="Times New Roman" w:cs="Times New Roman"/>
          <w:lang w:eastAsia="cs-CZ"/>
        </w:rPr>
        <w:t xml:space="preserve"> Objednateli</w:t>
      </w:r>
    </w:p>
    <w:p w14:paraId="315ED4BD" w14:textId="77777777" w:rsidR="008F31F1" w:rsidRDefault="008F31F1" w:rsidP="008F31F1">
      <w:pPr>
        <w:pStyle w:val="Odstavecseseznamem"/>
        <w:spacing w:after="0" w:line="240" w:lineRule="auto"/>
        <w:ind w:left="786"/>
        <w:jc w:val="both"/>
        <w:rPr>
          <w:rFonts w:eastAsia="Times New Roman" w:cs="Times New Roman"/>
          <w:lang w:eastAsia="cs-CZ"/>
        </w:rPr>
      </w:pPr>
    </w:p>
    <w:p w14:paraId="1E141694" w14:textId="77777777" w:rsidR="008F31F1" w:rsidRDefault="008F31F1" w:rsidP="008F31F1">
      <w:pPr>
        <w:spacing w:after="0" w:line="240" w:lineRule="auto"/>
        <w:ind w:left="426"/>
        <w:jc w:val="both"/>
        <w:rPr>
          <w:rFonts w:eastAsia="Times New Roman" w:cs="Times New Roman"/>
          <w:iCs/>
          <w:lang w:eastAsia="cs-CZ"/>
        </w:rPr>
      </w:pPr>
      <w:r>
        <w:rPr>
          <w:rFonts w:eastAsia="Times New Roman" w:cs="Times New Roman"/>
          <w:bCs/>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10</w:t>
      </w:r>
      <w:r>
        <w:rPr>
          <w:rFonts w:eastAsia="Times New Roman" w:cs="Times New Roman"/>
          <w:lang w:eastAsia="cs-CZ"/>
        </w:rPr>
        <w:t xml:space="preserve"> % ceny díla za zpracování </w:t>
      </w:r>
      <w:r>
        <w:rPr>
          <w:rFonts w:eastAsia="Times New Roman" w:cs="Times New Roman"/>
          <w:b/>
          <w:iCs/>
          <w:lang w:eastAsia="cs-CZ"/>
        </w:rPr>
        <w:t>DUSP+PDPS.</w:t>
      </w:r>
    </w:p>
    <w:p w14:paraId="03B2DCEC" w14:textId="77777777" w:rsidR="008F31F1" w:rsidRDefault="008F31F1" w:rsidP="008F31F1">
      <w:pPr>
        <w:spacing w:after="0" w:line="240" w:lineRule="auto"/>
        <w:ind w:left="426"/>
        <w:jc w:val="both"/>
        <w:rPr>
          <w:rFonts w:eastAsia="Times New Roman" w:cs="Times New Roman"/>
          <w:highlight w:val="green"/>
          <w:lang w:eastAsia="cs-CZ"/>
        </w:rPr>
      </w:pPr>
    </w:p>
    <w:p w14:paraId="7FD20333" w14:textId="77777777" w:rsidR="008F31F1" w:rsidRDefault="008F31F1" w:rsidP="008F31F1">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 xml:space="preserve">4. dílčí etapa:  </w:t>
      </w:r>
    </w:p>
    <w:p w14:paraId="36D1C7F2" w14:textId="77777777" w:rsidR="008F31F1" w:rsidRDefault="008F31F1" w:rsidP="008F31F1">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výkon DP při provádění stavby – bude prováděn v průběhu provádění stavebních prací dle zpracovaného platného harmonogramu prací stavby (předpokládanou dobu délky realizace </w:t>
      </w:r>
      <w:proofErr w:type="gramStart"/>
      <w:r>
        <w:rPr>
          <w:rFonts w:eastAsia="Times New Roman" w:cs="Times New Roman"/>
          <w:lang w:eastAsia="cs-CZ"/>
        </w:rPr>
        <w:t>určí</w:t>
      </w:r>
      <w:proofErr w:type="gramEnd"/>
      <w:r>
        <w:rPr>
          <w:rFonts w:eastAsia="Times New Roman" w:cs="Times New Roman"/>
          <w:lang w:eastAsia="cs-CZ"/>
        </w:rPr>
        <w:t xml:space="preserve"> DUSP), vždy ale do ukončení stavebních prací na stavbě dle Smlouvy o dílo se zhotovitelem stavby</w:t>
      </w:r>
    </w:p>
    <w:p w14:paraId="28F051AD" w14:textId="77777777" w:rsidR="008F31F1" w:rsidRDefault="008F31F1" w:rsidP="008F31F1">
      <w:pPr>
        <w:spacing w:after="0" w:line="240" w:lineRule="auto"/>
        <w:ind w:left="426"/>
        <w:jc w:val="both"/>
        <w:rPr>
          <w:rFonts w:eastAsia="Times New Roman" w:cs="Times New Roman"/>
          <w:b/>
          <w:lang w:eastAsia="cs-CZ"/>
        </w:rPr>
      </w:pPr>
      <w:r>
        <w:rPr>
          <w:rFonts w:eastAsia="Times New Roman" w:cs="Times New Roman"/>
          <w:lang w:eastAsia="cs-CZ"/>
        </w:rPr>
        <w:lastRenderedPageBreak/>
        <w:t>- bude dokončeno a předáno:</w:t>
      </w:r>
      <w:r>
        <w:rPr>
          <w:rFonts w:eastAsia="Times New Roman" w:cs="Times New Roman"/>
          <w:b/>
          <w:lang w:eastAsia="cs-CZ"/>
        </w:rPr>
        <w:t xml:space="preserve"> ke dni dokončení stavebních prací na stavbě a podpisu </w:t>
      </w:r>
      <w:r>
        <w:rPr>
          <w:rFonts w:eastAsia="Times New Roman" w:cs="Times New Roman"/>
          <w:bCs/>
          <w:lang w:eastAsia="cs-CZ"/>
        </w:rPr>
        <w:t>a předložení výkazu poskytnutých služeb (o výkonu DP při provádění stavby)</w:t>
      </w:r>
    </w:p>
    <w:p w14:paraId="3D78C9EC" w14:textId="267A2D9F" w:rsidR="00FC44E6" w:rsidRPr="00FC44E6" w:rsidRDefault="008F31F1" w:rsidP="008F31F1">
      <w:pPr>
        <w:spacing w:after="0" w:line="240" w:lineRule="auto"/>
        <w:ind w:left="426"/>
        <w:jc w:val="both"/>
        <w:rPr>
          <w:rFonts w:eastAsia="Times New Roman" w:cs="Times New Roman"/>
          <w:highlight w:val="green"/>
          <w:lang w:eastAsia="cs-CZ"/>
        </w:rPr>
      </w:pPr>
      <w:r>
        <w:rPr>
          <w:rFonts w:eastAsia="Times New Roman" w:cs="Times New Roman"/>
          <w:lang w:eastAsia="cs-CZ"/>
        </w:rPr>
        <w:t>- cena za výkon DP při provádění stavby bude fakturována jednorázově 100 % po ukončení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5DE743C4" w14:textId="77777777" w:rsidR="00FC44E6" w:rsidRPr="00FC44E6" w:rsidRDefault="00FC44E6" w:rsidP="00FC44E6">
      <w:pPr>
        <w:spacing w:after="0" w:line="240" w:lineRule="auto"/>
        <w:ind w:left="426"/>
        <w:rPr>
          <w:rFonts w:eastAsia="Times New Roman" w:cs="Times New Roman"/>
          <w:highlight w:val="gree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8F31F1">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25EBD178" w14:textId="77777777" w:rsidR="008F31F1" w:rsidRPr="00FC44E6" w:rsidRDefault="008F31F1" w:rsidP="008F31F1">
      <w:pPr>
        <w:numPr>
          <w:ilvl w:val="0"/>
          <w:numId w:val="17"/>
        </w:numPr>
        <w:spacing w:after="0" w:line="240" w:lineRule="auto"/>
        <w:rPr>
          <w:rFonts w:eastAsia="Times New Roman" w:cs="Times New Roman"/>
          <w:lang w:eastAsia="cs-CZ"/>
        </w:rPr>
      </w:pPr>
      <w:r w:rsidRPr="00AD2C87">
        <w:rPr>
          <w:rFonts w:eastAsia="Times New Roman" w:cs="Times New Roman"/>
          <w:b/>
          <w:iCs/>
          <w:lang w:eastAsia="cs-CZ"/>
        </w:rPr>
        <w:t>DUSP+PDPS</w:t>
      </w:r>
      <w:r w:rsidRPr="00AD2C87">
        <w:rPr>
          <w:rFonts w:eastAsia="Times New Roman" w:cs="Times New Roman"/>
          <w:b/>
          <w:i/>
          <w:lang w:eastAsia="cs-CZ"/>
        </w:rPr>
        <w:t xml:space="preserve"> </w:t>
      </w:r>
      <w:r w:rsidRPr="00AD2C87">
        <w:rPr>
          <w:rFonts w:eastAsia="Times New Roman" w:cs="Times New Roman"/>
          <w:bCs/>
          <w:iCs/>
          <w:lang w:eastAsia="cs-CZ"/>
        </w:rPr>
        <w:t>(včetně výkonu DP při zhotovení PDPS)</w:t>
      </w:r>
      <w:r w:rsidRPr="00AD2C87">
        <w:rPr>
          <w:rFonts w:eastAsia="Times New Roman" w:cs="Times New Roman"/>
          <w:b/>
          <w:lang w:eastAsia="cs-CZ"/>
        </w:rPr>
        <w:t>:</w:t>
      </w:r>
      <w:r w:rsidRPr="00FC44E6">
        <w:rPr>
          <w:rFonts w:eastAsia="Times New Roman" w:cs="Times New Roman"/>
          <w:b/>
          <w:lang w:eastAsia="cs-CZ"/>
        </w:rPr>
        <w:t xml:space="preserve"> </w:t>
      </w:r>
      <w:r w:rsidRPr="00FC44E6">
        <w:rPr>
          <w:rFonts w:eastAsia="Times New Roman" w:cs="Times New Roman"/>
          <w:lang w:eastAsia="cs-CZ"/>
        </w:rPr>
        <w:t xml:space="preserve">Správa </w:t>
      </w:r>
      <w:r>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 xml:space="preserve">1, 779 00 Olomouc </w:t>
      </w:r>
      <w:r w:rsidRPr="00DF64F2">
        <w:rPr>
          <w:rFonts w:eastAsia="Times New Roman" w:cs="Times New Roman"/>
          <w:lang w:eastAsia="cs-CZ"/>
        </w:rPr>
        <w:t xml:space="preserve">/ případně příslušné Oblastní ředitelství </w:t>
      </w:r>
      <w:r>
        <w:rPr>
          <w:rFonts w:eastAsia="Times New Roman" w:cs="Times New Roman"/>
          <w:lang w:eastAsia="cs-CZ"/>
        </w:rPr>
        <w:t>Hradec Králové, U </w:t>
      </w:r>
      <w:proofErr w:type="spellStart"/>
      <w:r>
        <w:rPr>
          <w:rFonts w:eastAsia="Times New Roman" w:cs="Times New Roman"/>
          <w:lang w:eastAsia="cs-CZ"/>
        </w:rPr>
        <w:t>Fotochemy</w:t>
      </w:r>
      <w:proofErr w:type="spellEnd"/>
      <w:r>
        <w:rPr>
          <w:rFonts w:eastAsia="Times New Roman" w:cs="Times New Roman"/>
          <w:lang w:eastAsia="cs-CZ"/>
        </w:rPr>
        <w:t xml:space="preserve">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1F309C">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68F86934" w14:textId="77777777" w:rsidR="008F31F1" w:rsidRPr="001C244F" w:rsidRDefault="008F31F1" w:rsidP="008F31F1">
      <w:pPr>
        <w:pStyle w:val="Odstavecseseznamem"/>
        <w:spacing w:after="0" w:line="240" w:lineRule="auto"/>
        <w:ind w:left="502"/>
        <w:jc w:val="both"/>
        <w:rPr>
          <w:rFonts w:eastAsia="Times New Roman" w:cs="Arial"/>
          <w:lang w:eastAsia="cs-CZ"/>
        </w:rPr>
      </w:pPr>
      <w:r w:rsidRPr="001C244F">
        <w:rPr>
          <w:rFonts w:eastAsia="Times New Roman" w:cs="Arial"/>
          <w:u w:val="single"/>
          <w:lang w:eastAsia="cs-CZ"/>
        </w:rPr>
        <w:t>DUSP a PDPS k připomínkám</w:t>
      </w:r>
      <w:r w:rsidRPr="001C244F">
        <w:rPr>
          <w:rFonts w:eastAsia="Times New Roman" w:cs="Arial"/>
          <w:lang w:eastAsia="cs-CZ"/>
        </w:rPr>
        <w:t xml:space="preserve"> je nutno vyhotovit 1x v digitální uzavřené formě + 1 x geodetickou dokumentaci v otevřené formě.</w:t>
      </w:r>
    </w:p>
    <w:p w14:paraId="5D0FCE14" w14:textId="1CE8E66E" w:rsidR="0041085D" w:rsidRPr="008F31F1" w:rsidRDefault="008F31F1" w:rsidP="008F31F1">
      <w:pPr>
        <w:pStyle w:val="Odstavecseseznamem"/>
        <w:spacing w:after="0" w:line="240" w:lineRule="auto"/>
        <w:ind w:left="502"/>
        <w:rPr>
          <w:rFonts w:eastAsia="Times New Roman" w:cs="Times New Roman"/>
          <w:lang w:eastAsia="cs-CZ"/>
        </w:rPr>
      </w:pPr>
      <w:r w:rsidRPr="008F31F1">
        <w:rPr>
          <w:rFonts w:eastAsia="Times New Roman" w:cs="Arial"/>
          <w:u w:val="single"/>
          <w:lang w:eastAsia="cs-CZ"/>
        </w:rPr>
        <w:t>DUSP a PDPS</w:t>
      </w:r>
      <w:r w:rsidRPr="008F31F1">
        <w:rPr>
          <w:rFonts w:eastAsia="Times New Roman" w:cs="Arial"/>
          <w:lang w:eastAsia="cs-CZ"/>
        </w:rPr>
        <w:t xml:space="preserve"> je nutno vyhotovit 6x v listinné, 6x v digitální formě (z toho 1x v otevřené formě – formáty </w:t>
      </w:r>
      <w:proofErr w:type="spellStart"/>
      <w:r w:rsidRPr="008F31F1">
        <w:rPr>
          <w:rFonts w:eastAsia="Times New Roman" w:cs="Arial"/>
          <w:lang w:eastAsia="cs-CZ"/>
        </w:rPr>
        <w:t>dgn</w:t>
      </w:r>
      <w:proofErr w:type="spellEnd"/>
      <w:r w:rsidRPr="008F31F1">
        <w:rPr>
          <w:rFonts w:eastAsia="Times New Roman" w:cs="Arial"/>
          <w:lang w:eastAsia="cs-CZ"/>
        </w:rPr>
        <w:t xml:space="preserve">, MS Word, MS Excel, 1x v uzavřené formě </w:t>
      </w:r>
      <w:proofErr w:type="spellStart"/>
      <w:r w:rsidRPr="008F31F1">
        <w:rPr>
          <w:rFonts w:eastAsia="Times New Roman" w:cs="Arial"/>
          <w:lang w:eastAsia="cs-CZ"/>
        </w:rPr>
        <w:t>TreeInfo</w:t>
      </w:r>
      <w:proofErr w:type="spellEnd"/>
      <w:r w:rsidRPr="008F31F1">
        <w:rPr>
          <w:rFonts w:eastAsia="Times New Roman" w:cs="Arial"/>
          <w:lang w:eastAsia="cs-CZ"/>
        </w:rPr>
        <w:t xml:space="preserve"> – formát </w:t>
      </w:r>
      <w:proofErr w:type="spellStart"/>
      <w:r w:rsidRPr="008F31F1">
        <w:rPr>
          <w:rFonts w:eastAsia="Times New Roman" w:cs="Arial"/>
          <w:lang w:eastAsia="cs-CZ"/>
        </w:rPr>
        <w:t>pdf</w:t>
      </w:r>
      <w:proofErr w:type="spellEnd"/>
      <w:r w:rsidRPr="008F31F1">
        <w:rPr>
          <w:rFonts w:eastAsia="Times New Roman" w:cs="Arial"/>
          <w:lang w:eastAsia="cs-CZ"/>
        </w:rPr>
        <w:t xml:space="preserve">, 4x v uzavřené formě – formát </w:t>
      </w:r>
      <w:proofErr w:type="spellStart"/>
      <w:r w:rsidRPr="008F31F1">
        <w:rPr>
          <w:rFonts w:eastAsia="Times New Roman" w:cs="Arial"/>
          <w:lang w:eastAsia="cs-CZ"/>
        </w:rPr>
        <w:t>pdf</w:t>
      </w:r>
      <w:proofErr w:type="spellEnd"/>
      <w:r w:rsidRPr="008F31F1">
        <w:rPr>
          <w:rFonts w:eastAsia="Times New Roman" w:cs="Arial"/>
          <w:lang w:eastAsia="cs-CZ"/>
        </w:rPr>
        <w:t xml:space="preserve">) a 4x v digitální formě náklady stavby (z toho 1x v otevřené formě ve formátu </w:t>
      </w:r>
      <w:proofErr w:type="spellStart"/>
      <w:r w:rsidRPr="008F31F1">
        <w:rPr>
          <w:rFonts w:eastAsia="Times New Roman" w:cs="Arial"/>
          <w:lang w:eastAsia="cs-CZ"/>
        </w:rPr>
        <w:t>xls</w:t>
      </w:r>
      <w:proofErr w:type="spellEnd"/>
      <w:r w:rsidRPr="008F31F1">
        <w:rPr>
          <w:rFonts w:eastAsia="Times New Roman" w:cs="Arial"/>
          <w:lang w:eastAsia="cs-CZ"/>
        </w:rPr>
        <w:t xml:space="preserve"> a 3x v uzavřené formě), 1 x v otevřeném datovém formátu XML ve struktuře dat dle datového předpisu XC4 – viz </w:t>
      </w:r>
      <w:hyperlink r:id="rId16" w:history="1">
        <w:r w:rsidRPr="008F31F1">
          <w:rPr>
            <w:rFonts w:eastAsia="Times New Roman" w:cs="Arial"/>
            <w:color w:val="0000FF"/>
            <w:u w:val="single"/>
            <w:lang w:eastAsia="cs-CZ"/>
          </w:rPr>
          <w:t>www.xc4.cz</w:t>
        </w:r>
      </w:hyperlink>
      <w:r w:rsidRPr="008F31F1">
        <w:rPr>
          <w:rFonts w:eastAsia="Times New Roman" w:cs="Arial"/>
          <w:lang w:eastAsia="cs-CZ"/>
        </w:rPr>
        <w:t>).</w:t>
      </w:r>
    </w:p>
    <w:p w14:paraId="0E4DF2CA" w14:textId="77777777" w:rsidR="00FC44E6" w:rsidRPr="00FC44E6" w:rsidRDefault="00FC44E6" w:rsidP="00AE77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8F31F1" w:rsidRDefault="00FC44E6" w:rsidP="00A07251">
      <w:pPr>
        <w:numPr>
          <w:ilvl w:val="0"/>
          <w:numId w:val="18"/>
        </w:numPr>
        <w:spacing w:after="0" w:line="240" w:lineRule="auto"/>
        <w:jc w:val="both"/>
        <w:rPr>
          <w:rFonts w:eastAsia="Times New Roman" w:cs="Times New Roman"/>
          <w:lang w:eastAsia="cs-CZ"/>
        </w:rPr>
      </w:pPr>
      <w:r w:rsidRPr="008F31F1">
        <w:rPr>
          <w:rFonts w:eastAsia="Times New Roman" w:cs="Times New Roman"/>
          <w:lang w:eastAsia="cs-CZ"/>
        </w:rPr>
        <w:t>projektovou činnost ve výstavbě;</w:t>
      </w:r>
    </w:p>
    <w:p w14:paraId="2C9C995D" w14:textId="0485D7FD" w:rsidR="00FC44E6" w:rsidRPr="008F31F1" w:rsidRDefault="00FC44E6" w:rsidP="00A07251">
      <w:pPr>
        <w:numPr>
          <w:ilvl w:val="0"/>
          <w:numId w:val="18"/>
        </w:numPr>
        <w:spacing w:after="0" w:line="240" w:lineRule="auto"/>
        <w:jc w:val="both"/>
        <w:rPr>
          <w:rFonts w:eastAsia="Times New Roman" w:cs="Times New Roman"/>
          <w:lang w:eastAsia="cs-CZ"/>
        </w:rPr>
      </w:pPr>
      <w:r w:rsidRPr="008F31F1">
        <w:rPr>
          <w:rFonts w:eastAsia="Times New Roman" w:cs="Times New Roman"/>
          <w:lang w:eastAsia="cs-CZ"/>
        </w:rPr>
        <w:t>výkon zeměměřických činností;</w:t>
      </w:r>
    </w:p>
    <w:p w14:paraId="0EB44D19" w14:textId="455849A6" w:rsidR="00FC44E6" w:rsidRPr="00FC44E6" w:rsidRDefault="00FC44E6" w:rsidP="008F31F1">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8F31F1">
        <w:rPr>
          <w:rFonts w:eastAsia="Times New Roman" w:cs="Times New Roman"/>
          <w:lang w:eastAsia="cs-CZ"/>
        </w:rPr>
        <w:t xml:space="preserve">písm. </w:t>
      </w:r>
      <w:r w:rsidRPr="008F31F1">
        <w:rPr>
          <w:rFonts w:eastAsia="Times New Roman" w:cs="Times New Roman"/>
          <w:b/>
          <w:bCs/>
          <w:lang w:eastAsia="cs-CZ"/>
        </w:rPr>
        <w:t>e) technologická zařízení staveb</w:t>
      </w:r>
      <w:r w:rsidRPr="008F31F1">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8F31F1">
        <w:rPr>
          <w:b/>
        </w:rPr>
        <w:t xml:space="preserve">a) </w:t>
      </w:r>
      <w:r w:rsidRPr="008F31F1">
        <w:t>a</w:t>
      </w:r>
      <w:r w:rsidRPr="008F31F1">
        <w:rPr>
          <w:b/>
        </w:rPr>
        <w:t xml:space="preserve"> c)</w:t>
      </w:r>
      <w:r w:rsidRPr="008F31F1">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8F31F1">
        <w:rPr>
          <w:rFonts w:eastAsia="Times New Roman" w:cs="Times New Roman"/>
          <w:lang w:eastAsia="cs-CZ"/>
        </w:rPr>
        <w:t xml:space="preserve">K prokázání splnění technické kvalifikace </w:t>
      </w:r>
      <w:proofErr w:type="gramStart"/>
      <w:r w:rsidRPr="008F31F1">
        <w:rPr>
          <w:rFonts w:eastAsia="Times New Roman" w:cs="Times New Roman"/>
          <w:lang w:eastAsia="cs-CZ"/>
        </w:rPr>
        <w:t>předloží</w:t>
      </w:r>
      <w:proofErr w:type="gramEnd"/>
      <w:r w:rsidRPr="008F31F1">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4D280AB2" w:rsidR="00FC44E6" w:rsidRPr="00FC44E6" w:rsidRDefault="00FC44E6" w:rsidP="009C2E51">
      <w:pPr>
        <w:numPr>
          <w:ilvl w:val="0"/>
          <w:numId w:val="19"/>
        </w:numPr>
        <w:spacing w:after="0" w:line="240" w:lineRule="auto"/>
        <w:ind w:left="851" w:hanging="425"/>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9C2E51" w:rsidRPr="009C2E51">
        <w:rPr>
          <w:rFonts w:eastAsia="Times New Roman" w:cs="Calibri"/>
          <w:lang w:eastAsia="cs-CZ"/>
        </w:rPr>
        <w:t>5</w:t>
      </w:r>
      <w:r w:rsidR="009C2E51">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2D947A1B" w14:textId="77777777" w:rsidR="009C2E51" w:rsidRDefault="009C2E51" w:rsidP="009C2E51">
      <w:pPr>
        <w:spacing w:before="120" w:after="0" w:line="240" w:lineRule="auto"/>
        <w:ind w:left="851"/>
        <w:jc w:val="both"/>
        <w:rPr>
          <w:rFonts w:ascii="Times New Roman" w:hAnsi="Times New Roman" w:cs="Times New Roman"/>
          <w:sz w:val="24"/>
          <w:szCs w:val="24"/>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w:t>
      </w:r>
      <w:r>
        <w:br/>
        <w:t>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w:t>
      </w:r>
      <w:r>
        <w:br/>
        <w:t>ve smyslu § 5 odst. 1 a § 3 odst. 1 písm. a) nebo b) zák. č. 266/1994 Sb., o dráhách,</w:t>
      </w:r>
      <w:r>
        <w:br/>
        <w:t xml:space="preserve">ve znění pozdějších předpisů. Za službu obdobného charakteru, resp. projektové práce spočívající ve zhotovení dokumentace ve stupni DSP nebo DSP+PDPS nebo DUSP/DUSL </w:t>
      </w:r>
      <w:r>
        <w:lastRenderedPageBreak/>
        <w:t>nebo DUSP/DUSL+PDPS nebo DUR+DSP nebo DUR+DSP+PDPS, zadavatel považuje rovněž provedení aktualizace dokumentace ve stupni DSP nebo DSP+PDPS nebo DUSP/DUSL nebo DUSP/DUSL+PDPS nebo DUR+DSP nebo DUR+DSP+PDPS.</w:t>
      </w:r>
      <w:r>
        <w:rPr>
          <w:rFonts w:ascii="Times New Roman" w:hAnsi="Times New Roman" w:cs="Times New Roman"/>
          <w:sz w:val="24"/>
          <w:szCs w:val="24"/>
          <w:lang w:eastAsia="cs-CZ"/>
        </w:rPr>
        <w:t xml:space="preserve"> </w:t>
      </w:r>
    </w:p>
    <w:p w14:paraId="341D29A4" w14:textId="77777777" w:rsidR="009C2E51" w:rsidRDefault="009C2E51" w:rsidP="009C2E51">
      <w:pPr>
        <w:spacing w:before="120" w:after="0" w:line="240" w:lineRule="auto"/>
        <w:ind w:left="851"/>
        <w:jc w:val="both"/>
        <w:rPr>
          <w:rFonts w:eastAsia="Times New Roman" w:cs="Calibri"/>
          <w:lang w:eastAsia="cs-CZ"/>
        </w:rPr>
      </w:pPr>
      <w:r>
        <w:t>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5DD33C29" w14:textId="77777777" w:rsidR="009C2E51" w:rsidRDefault="009C2E51" w:rsidP="009C2E51">
      <w:pPr>
        <w:spacing w:after="0" w:line="240" w:lineRule="auto"/>
        <w:ind w:left="851"/>
        <w:jc w:val="both"/>
      </w:pPr>
    </w:p>
    <w:p w14:paraId="0BB7EAF5" w14:textId="77777777" w:rsidR="009C2E51" w:rsidRDefault="009C2E51" w:rsidP="009C2E51">
      <w:pPr>
        <w:spacing w:after="0" w:line="240" w:lineRule="auto"/>
        <w:ind w:left="851"/>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o rozsahu a obsahu projektové dokumentace dopravních staveb, ve znění účinném od 1. 12. 2018. Jako dokumentaci ve stupni PDPS však nelze předložit PDPS zpracovanou dle přílohy č. 6 </w:t>
      </w:r>
      <w:proofErr w:type="spellStart"/>
      <w:r>
        <w:t>vyhl</w:t>
      </w:r>
      <w:proofErr w:type="spellEnd"/>
      <w:r>
        <w:t xml:space="preserve">. č. 146/2008 Sb., o rozsahu a obsahu projektové dokumentace dopravních staveb, ve znění účinném do 30. 11. 2018. V případě dokumentací ve stupních DUR+DSP nebo DUR+DSP+PDPS musí být stupně DUR a DSP zpracovány a doloženy ke stejné stavbě (bez ohledu na to, zda v rámci jedné smlouvy či nikoli). </w:t>
      </w:r>
    </w:p>
    <w:p w14:paraId="29BD685C" w14:textId="77777777" w:rsidR="009C2E51" w:rsidRDefault="009C2E51" w:rsidP="009C2E51">
      <w:pPr>
        <w:spacing w:before="240" w:after="0" w:line="240" w:lineRule="auto"/>
        <w:ind w:left="851"/>
        <w:jc w:val="both"/>
        <w:rPr>
          <w:rFonts w:eastAsia="Times New Roman" w:cs="Times New Roman"/>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62596377" w14:textId="77777777" w:rsidR="009C2E51" w:rsidRDefault="009C2E51" w:rsidP="009C2E51">
      <w:pPr>
        <w:pStyle w:val="Odstavecseseznamem"/>
        <w:numPr>
          <w:ilvl w:val="3"/>
          <w:numId w:val="44"/>
        </w:numPr>
        <w:spacing w:after="0" w:line="240" w:lineRule="auto"/>
        <w:ind w:left="1418" w:hanging="425"/>
        <w:jc w:val="both"/>
        <w:rPr>
          <w:rFonts w:eastAsia="Times New Roman" w:cs="Times New Roman"/>
          <w:lang w:eastAsia="cs-CZ"/>
        </w:rPr>
      </w:pPr>
      <w:r>
        <w:rPr>
          <w:rFonts w:eastAsia="Times New Roman" w:cs="Times New Roman"/>
          <w:lang w:eastAsia="cs-CZ"/>
        </w:rPr>
        <w:t>Zpracování projektové dokumentace pro rekonstrukci nebo novostavbu přejezdového zabezpečovacího zařízení.</w:t>
      </w:r>
    </w:p>
    <w:p w14:paraId="1A49C877" w14:textId="77777777" w:rsidR="009C2E51" w:rsidRDefault="009C2E51" w:rsidP="009C2E51">
      <w:pPr>
        <w:spacing w:after="0" w:line="240" w:lineRule="auto"/>
        <w:ind w:left="907"/>
        <w:jc w:val="both"/>
        <w:rPr>
          <w:rFonts w:eastAsia="Times New Roman" w:cs="Times New Roman"/>
          <w:lang w:eastAsia="cs-CZ"/>
        </w:rPr>
      </w:pPr>
    </w:p>
    <w:p w14:paraId="1B9C36DA" w14:textId="77777777" w:rsidR="009C2E51" w:rsidRDefault="009C2E51" w:rsidP="009C2E51">
      <w:pPr>
        <w:spacing w:after="0" w:line="240" w:lineRule="auto"/>
        <w:ind w:left="851"/>
        <w:jc w:val="both"/>
        <w:rPr>
          <w:rFonts w:ascii="Times New Roman" w:hAnsi="Times New Roman" w:cs="Times New Roman"/>
          <w:sz w:val="24"/>
          <w:szCs w:val="24"/>
          <w:lang w:eastAsia="cs-CZ"/>
        </w:rPr>
      </w:pPr>
      <w:r>
        <w:rPr>
          <w:rFonts w:eastAsia="Times New Roman" w:cs="Times New Roman"/>
          <w:lang w:eastAsia="cs-CZ"/>
        </w:rPr>
        <w:t xml:space="preserve">Celkový součet hodnot významných služeb obdobného charakteru za posledních </w:t>
      </w:r>
      <w:r>
        <w:rPr>
          <w:rFonts w:eastAsia="Times New Roman" w:cs="Times New Roman"/>
          <w:b/>
          <w:bCs/>
          <w:lang w:eastAsia="cs-CZ"/>
        </w:rPr>
        <w:t>5 let</w:t>
      </w:r>
      <w:r>
        <w:rPr>
          <w:rFonts w:eastAsia="Times New Roman" w:cs="Times New Roman"/>
          <w:lang w:eastAsia="cs-CZ"/>
        </w:rPr>
        <w:t xml:space="preserve"> před zahájením výběrového řízení, které dodavatel poskytl, musí dosahovat v souhrnu,</w:t>
      </w:r>
      <w:r>
        <w:t xml:space="preserve"> včetně případných poddodávek, </w:t>
      </w:r>
      <w:r>
        <w:rPr>
          <w:rFonts w:eastAsia="Times New Roman" w:cs="Times New Roman"/>
          <w:b/>
          <w:lang w:eastAsia="cs-CZ"/>
        </w:rPr>
        <w:t>minimálně 1 357 500 Kč bez DPH,</w:t>
      </w:r>
      <w:r>
        <w:rPr>
          <w:rFonts w:eastAsia="Times New Roman" w:cs="Times New Roman"/>
          <w:lang w:eastAsia="cs-CZ"/>
        </w:rPr>
        <w:t xml:space="preserve"> přičemž alespoň jedna významná služba musí dosahovat hodnoty </w:t>
      </w:r>
      <w:r>
        <w:rPr>
          <w:rFonts w:eastAsia="Times New Roman" w:cs="Times New Roman"/>
          <w:b/>
          <w:lang w:eastAsia="cs-CZ"/>
        </w:rPr>
        <w:t>nejméně 678 750</w:t>
      </w:r>
      <w:r>
        <w:rPr>
          <w:rFonts w:eastAsia="Times New Roman" w:cs="Times New Roman"/>
          <w:b/>
          <w:bCs/>
          <w:lang w:eastAsia="cs-CZ"/>
        </w:rPr>
        <w:t xml:space="preserve"> </w:t>
      </w:r>
      <w:r>
        <w:rPr>
          <w:rFonts w:eastAsia="Times New Roman" w:cs="Times New Roman"/>
          <w:b/>
          <w:lang w:eastAsia="cs-CZ"/>
        </w:rPr>
        <w:t>Kč bez DPH.</w:t>
      </w:r>
      <w:r>
        <w:rPr>
          <w:rFonts w:eastAsia="Times New Roman" w:cs="Times New Roman"/>
          <w:lang w:eastAsia="cs-CZ"/>
        </w:rPr>
        <w:t xml:space="preserve"> </w:t>
      </w:r>
      <w:r>
        <w:t xml:space="preserve">Hodnotou významných služeb se </w:t>
      </w:r>
      <w:r>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 nebo DUR+DSP nebo DUR+DSP+PDPS).</w:t>
      </w:r>
      <w:r>
        <w:rPr>
          <w:rFonts w:ascii="Times New Roman" w:hAnsi="Times New Roman" w:cs="Times New Roman"/>
          <w:sz w:val="24"/>
          <w:szCs w:val="24"/>
          <w:lang w:eastAsia="cs-CZ"/>
        </w:rPr>
        <w:t xml:space="preserve"> </w:t>
      </w:r>
    </w:p>
    <w:p w14:paraId="449A0341" w14:textId="4D8615C9" w:rsidR="00917840" w:rsidRDefault="00917840" w:rsidP="009C2E51">
      <w:pPr>
        <w:spacing w:after="0" w:line="240" w:lineRule="auto"/>
        <w:ind w:left="907"/>
        <w:jc w:val="both"/>
      </w:pPr>
    </w:p>
    <w:p w14:paraId="1FDBA729" w14:textId="69ABAB9E" w:rsidR="00917840" w:rsidRDefault="00917840" w:rsidP="009C2E51">
      <w:pPr>
        <w:spacing w:after="0" w:line="240" w:lineRule="auto"/>
        <w:ind w:left="851"/>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9C2E51">
      <w:pPr>
        <w:spacing w:after="0" w:line="240" w:lineRule="auto"/>
        <w:ind w:left="851"/>
        <w:jc w:val="both"/>
      </w:pPr>
    </w:p>
    <w:p w14:paraId="48A89B92" w14:textId="2AAEB1DD" w:rsidR="00917840" w:rsidRDefault="00917840" w:rsidP="009C2E51">
      <w:pPr>
        <w:spacing w:after="0" w:line="240" w:lineRule="auto"/>
        <w:ind w:left="851"/>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9C2E51">
      <w:pPr>
        <w:spacing w:after="0" w:line="240" w:lineRule="auto"/>
        <w:ind w:left="851"/>
        <w:jc w:val="both"/>
      </w:pPr>
    </w:p>
    <w:p w14:paraId="07651B6A" w14:textId="26793E54" w:rsidR="00917840" w:rsidRDefault="00917840" w:rsidP="009C2E51">
      <w:pPr>
        <w:spacing w:after="0" w:line="240" w:lineRule="auto"/>
        <w:ind w:left="851"/>
        <w:jc w:val="both"/>
      </w:pPr>
      <w:r w:rsidRPr="000045F9">
        <w:lastRenderedPageBreak/>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C2E51">
      <w:pPr>
        <w:spacing w:after="0" w:line="240" w:lineRule="auto"/>
        <w:ind w:left="851"/>
        <w:jc w:val="both"/>
      </w:pPr>
    </w:p>
    <w:p w14:paraId="2BFEA89F" w14:textId="5CFA352B" w:rsidR="00917840" w:rsidRPr="00FC44E6" w:rsidRDefault="00917840" w:rsidP="009C2E51">
      <w:pPr>
        <w:spacing w:after="0" w:line="240" w:lineRule="auto"/>
        <w:ind w:left="851"/>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53DC2A37"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9C2E51">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9C2E51">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9C2E51">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9C2E51">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AE77BE">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AE77BE">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 xml:space="preserve">považuje za dokončenou definitivním předáním DSP nebo </w:t>
      </w:r>
      <w:r>
        <w:lastRenderedPageBreak/>
        <w:t>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28E27DE0" w14:textId="77777777" w:rsidR="009C2E51" w:rsidRPr="00344F8F" w:rsidRDefault="009C2E51" w:rsidP="00344F8F">
      <w:pPr>
        <w:pStyle w:val="Odstavecseseznamem"/>
        <w:numPr>
          <w:ilvl w:val="0"/>
          <w:numId w:val="19"/>
        </w:numPr>
        <w:spacing w:after="0" w:line="240" w:lineRule="auto"/>
        <w:ind w:left="851" w:hanging="425"/>
        <w:jc w:val="both"/>
        <w:rPr>
          <w:rFonts w:eastAsia="Times New Roman" w:cs="Times New Roman"/>
          <w:lang w:eastAsia="cs-CZ"/>
        </w:rPr>
      </w:pPr>
      <w:r w:rsidRPr="00344F8F">
        <w:rPr>
          <w:rFonts w:eastAsia="Times New Roman" w:cs="Times New Roman"/>
          <w:lang w:eastAsia="cs-CZ"/>
        </w:rPr>
        <w:t xml:space="preserve">Zadavatel požaduje předložení seznamu personálu dodavatele. </w:t>
      </w:r>
      <w:r w:rsidRPr="00344F8F">
        <w:t xml:space="preserve">Pro každou osobu odborného personálu v níže uvedené funkci, s výjimkou autorizovaného zeměměřického inženýra, může být za účelem splnění kvalifikace doložena pouze jedna fyzická osoba. </w:t>
      </w:r>
      <w:r w:rsidRPr="00344F8F">
        <w:rPr>
          <w:rFonts w:eastAsia="Times New Roman" w:cs="Times New Roman"/>
          <w:lang w:eastAsia="cs-CZ"/>
        </w:rPr>
        <w:t xml:space="preserve">Jednotlivé požadavky na kvalifikační kritéria u každé jednotlivé funkce, s výjimkou </w:t>
      </w:r>
      <w:r w:rsidRPr="00344F8F">
        <w:t>autorizace pro ověřování výsledků zeměměřických činností u osoby autorizovaného zeměměřického inženýra</w:t>
      </w:r>
      <w:r w:rsidRPr="00344F8F">
        <w:rPr>
          <w:rFonts w:eastAsia="Times New Roman" w:cs="Times New Roman"/>
          <w:lang w:eastAsia="cs-CZ"/>
        </w:rPr>
        <w:t xml:space="preserv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44F8F" w:rsidRDefault="00FC44E6" w:rsidP="00FC44E6">
      <w:pPr>
        <w:spacing w:after="0" w:line="240" w:lineRule="auto"/>
        <w:ind w:left="907"/>
        <w:jc w:val="both"/>
        <w:rPr>
          <w:rFonts w:eastAsia="Times New Roman" w:cs="Times New Roman"/>
          <w:lang w:eastAsia="cs-CZ"/>
        </w:rPr>
      </w:pPr>
    </w:p>
    <w:p w14:paraId="5AA3136F" w14:textId="76DB7D8D" w:rsidR="00FC44E6" w:rsidRPr="00344F8F" w:rsidRDefault="00FC44E6" w:rsidP="00FC44E6">
      <w:pPr>
        <w:spacing w:after="0" w:line="240" w:lineRule="auto"/>
        <w:ind w:left="907"/>
        <w:jc w:val="both"/>
        <w:rPr>
          <w:rFonts w:eastAsia="Times New Roman" w:cs="Times New Roman"/>
          <w:lang w:eastAsia="cs-CZ"/>
        </w:rPr>
      </w:pPr>
      <w:r w:rsidRPr="00344F8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44F8F" w:rsidRDefault="00FC44E6" w:rsidP="00FC44E6">
      <w:pPr>
        <w:spacing w:after="0" w:line="240" w:lineRule="auto"/>
        <w:ind w:left="907"/>
        <w:jc w:val="both"/>
        <w:rPr>
          <w:rFonts w:eastAsia="Times New Roman" w:cs="Times New Roman"/>
          <w:lang w:eastAsia="cs-CZ"/>
        </w:rPr>
      </w:pPr>
    </w:p>
    <w:p w14:paraId="1469E698" w14:textId="1E257F21" w:rsidR="00FC44E6" w:rsidRPr="00344F8F" w:rsidRDefault="00FC44E6" w:rsidP="00FC44E6">
      <w:pPr>
        <w:spacing w:after="0" w:line="240" w:lineRule="auto"/>
        <w:ind w:left="907"/>
        <w:jc w:val="both"/>
        <w:rPr>
          <w:rFonts w:eastAsia="Times New Roman" w:cs="Times New Roman"/>
          <w:lang w:eastAsia="cs-CZ"/>
        </w:rPr>
      </w:pPr>
      <w:r w:rsidRPr="00344F8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44F8F">
        <w:rPr>
          <w:rFonts w:eastAsia="Times New Roman" w:cs="Times New Roman"/>
          <w:b/>
          <w:lang w:eastAsia="cs-CZ"/>
        </w:rPr>
        <w:t>Informace o této skutečnosti bude uvedena v</w:t>
      </w:r>
      <w:r w:rsidR="00824143" w:rsidRPr="00344F8F">
        <w:rPr>
          <w:rFonts w:eastAsia="Times New Roman" w:cs="Times New Roman"/>
          <w:b/>
          <w:lang w:eastAsia="cs-CZ"/>
        </w:rPr>
        <w:t> </w:t>
      </w:r>
      <w:r w:rsidRPr="00344F8F">
        <w:rPr>
          <w:rFonts w:eastAsia="Times New Roman" w:cs="Times New Roman"/>
          <w:b/>
          <w:lang w:eastAsia="cs-CZ"/>
        </w:rPr>
        <w:t>profesním životopisu</w:t>
      </w:r>
      <w:r w:rsidRPr="00344F8F">
        <w:rPr>
          <w:rFonts w:eastAsia="Times New Roman" w:cs="Times New Roman"/>
          <w:lang w:eastAsia="cs-CZ"/>
        </w:rPr>
        <w:t>. Nesplnění této podmínky může být důvodem pro vyloučení dodavatele z výběrového řízení.</w:t>
      </w:r>
    </w:p>
    <w:p w14:paraId="3DC01E6D" w14:textId="77777777" w:rsidR="00FC44E6" w:rsidRPr="00344F8F" w:rsidRDefault="00FC44E6" w:rsidP="00FC44E6">
      <w:pPr>
        <w:spacing w:after="0" w:line="240" w:lineRule="auto"/>
        <w:ind w:left="907"/>
        <w:jc w:val="both"/>
        <w:rPr>
          <w:rFonts w:eastAsia="Times New Roman" w:cs="Times New Roman"/>
          <w:lang w:eastAsia="cs-CZ"/>
        </w:rPr>
      </w:pPr>
    </w:p>
    <w:p w14:paraId="0E5C00D6" w14:textId="5EF648F1" w:rsidR="00FC44E6" w:rsidRPr="00344F8F" w:rsidRDefault="00FC44E6" w:rsidP="00FC44E6">
      <w:pPr>
        <w:spacing w:after="0" w:line="240" w:lineRule="auto"/>
        <w:ind w:left="907"/>
        <w:jc w:val="both"/>
        <w:rPr>
          <w:rFonts w:eastAsia="Times New Roman" w:cs="Times New Roman"/>
          <w:lang w:eastAsia="cs-CZ"/>
        </w:rPr>
      </w:pPr>
      <w:r w:rsidRPr="00344F8F">
        <w:rPr>
          <w:rFonts w:eastAsia="Times New Roman" w:cs="Times New Roman"/>
          <w:lang w:eastAsia="cs-CZ"/>
        </w:rPr>
        <w:t xml:space="preserve">Dodavatel v nabídce </w:t>
      </w:r>
      <w:proofErr w:type="gramStart"/>
      <w:r w:rsidRPr="00344F8F">
        <w:rPr>
          <w:rFonts w:eastAsia="Times New Roman" w:cs="Times New Roman"/>
          <w:lang w:eastAsia="cs-CZ"/>
        </w:rPr>
        <w:t>předloží</w:t>
      </w:r>
      <w:proofErr w:type="gramEnd"/>
      <w:r w:rsidRPr="00344F8F">
        <w:rPr>
          <w:rFonts w:eastAsia="Times New Roman" w:cs="Times New Roman"/>
          <w:lang w:eastAsia="cs-CZ"/>
        </w:rPr>
        <w:t xml:space="preserve"> strukturované profesní životopisy každého člena odborného personálu, doklady o požadované</w:t>
      </w:r>
      <w:r w:rsidR="004A1D74" w:rsidRPr="00344F8F">
        <w:rPr>
          <w:rFonts w:eastAsia="Times New Roman" w:cs="Times New Roman"/>
          <w:lang w:eastAsia="cs-CZ"/>
        </w:rPr>
        <w:t xml:space="preserve"> praxi</w:t>
      </w:r>
      <w:r w:rsidRPr="00344F8F">
        <w:rPr>
          <w:rFonts w:eastAsia="Times New Roman" w:cs="Times New Roman"/>
          <w:lang w:eastAsia="cs-CZ"/>
        </w:rPr>
        <w:t xml:space="preserve"> odborného personálu a doklady k prokázání odborné způsobilosti (např. osvědčení o autorizaci). Splnění technické </w:t>
      </w:r>
      <w:r w:rsidRPr="00344F8F">
        <w:rPr>
          <w:rFonts w:eastAsia="Times New Roman" w:cs="Times New Roman"/>
          <w:lang w:eastAsia="cs-CZ"/>
        </w:rPr>
        <w:lastRenderedPageBreak/>
        <w:t xml:space="preserve">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44F8F">
        <w:rPr>
          <w:rFonts w:eastAsia="Times New Roman" w:cs="Times New Roman"/>
          <w:lang w:eastAsia="cs-CZ"/>
        </w:rPr>
        <w:t>z</w:t>
      </w:r>
      <w:proofErr w:type="gramEnd"/>
      <w:r w:rsidRPr="00344F8F">
        <w:rPr>
          <w:rFonts w:eastAsia="Times New Roman" w:cs="Times New Roman"/>
          <w:lang w:eastAsia="cs-CZ"/>
        </w:rPr>
        <w:t xml:space="preserve"> dodavatelem předkládaných dokumentů):</w:t>
      </w:r>
    </w:p>
    <w:p w14:paraId="7A98BEEC" w14:textId="77777777" w:rsidR="00FC44E6" w:rsidRPr="00344F8F" w:rsidRDefault="00FC44E6" w:rsidP="00FC44E6">
      <w:pPr>
        <w:spacing w:after="0" w:line="240" w:lineRule="auto"/>
        <w:ind w:firstLine="567"/>
        <w:jc w:val="both"/>
        <w:rPr>
          <w:rFonts w:eastAsia="Times New Roman" w:cs="Times New Roman"/>
          <w:highlight w:val="green"/>
          <w:lang w:eastAsia="cs-CZ"/>
        </w:rPr>
      </w:pPr>
    </w:p>
    <w:p w14:paraId="1FBC1468" w14:textId="77777777" w:rsidR="00344F8F" w:rsidRPr="00344F8F" w:rsidRDefault="00344F8F" w:rsidP="00344F8F">
      <w:pPr>
        <w:pStyle w:val="Odstavec1-1a"/>
        <w:numPr>
          <w:ilvl w:val="0"/>
          <w:numId w:val="46"/>
        </w:numPr>
        <w:rPr>
          <w:rFonts w:ascii="Verdana" w:hAnsi="Verdana"/>
          <w:b/>
        </w:rPr>
      </w:pPr>
      <w:r w:rsidRPr="00344F8F">
        <w:rPr>
          <w:rFonts w:ascii="Verdana" w:hAnsi="Verdana"/>
          <w:b/>
        </w:rPr>
        <w:t xml:space="preserve">hlavní projektant (HIP) </w:t>
      </w:r>
    </w:p>
    <w:p w14:paraId="0D678C10" w14:textId="77777777" w:rsidR="00344F8F" w:rsidRPr="00344F8F" w:rsidRDefault="00344F8F" w:rsidP="00344F8F">
      <w:pPr>
        <w:pStyle w:val="Odrka1-2-"/>
        <w:numPr>
          <w:ilvl w:val="1"/>
          <w:numId w:val="45"/>
        </w:numPr>
        <w:rPr>
          <w:rFonts w:ascii="Verdana" w:hAnsi="Verdana"/>
        </w:rPr>
      </w:pPr>
      <w:r w:rsidRPr="00344F8F">
        <w:rPr>
          <w:rFonts w:ascii="Verdana" w:hAnsi="Verdana"/>
        </w:rPr>
        <w:t xml:space="preserve">nejméně 5 let praxe v projektování staveb železničních drah, které obsahovaly alespoň následující činnosti: projektování rekonstrukce nebo novostavby přejezdového zabezpečovacího zařízení; </w:t>
      </w:r>
    </w:p>
    <w:p w14:paraId="5874F0B7" w14:textId="77777777" w:rsidR="00344F8F" w:rsidRPr="00344F8F" w:rsidRDefault="00344F8F" w:rsidP="00344F8F">
      <w:pPr>
        <w:pStyle w:val="Odrka1-2-"/>
        <w:numPr>
          <w:ilvl w:val="1"/>
          <w:numId w:val="45"/>
        </w:numPr>
        <w:rPr>
          <w:rFonts w:ascii="Verdana" w:hAnsi="Verdana"/>
        </w:rPr>
      </w:pPr>
      <w:r w:rsidRPr="00344F8F">
        <w:rPr>
          <w:rFonts w:ascii="Verdana" w:hAnsi="Verdana"/>
        </w:rPr>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19439172" w14:textId="77777777" w:rsidR="00344F8F" w:rsidRPr="00344F8F" w:rsidRDefault="00344F8F" w:rsidP="001F309C">
      <w:pPr>
        <w:pStyle w:val="Odrka1-2-"/>
        <w:numPr>
          <w:ilvl w:val="1"/>
          <w:numId w:val="45"/>
        </w:numPr>
        <w:spacing w:after="0"/>
        <w:rPr>
          <w:rFonts w:ascii="Verdana" w:hAnsi="Verdana"/>
        </w:rPr>
      </w:pPr>
      <w:r w:rsidRPr="00344F8F">
        <w:rPr>
          <w:rFonts w:ascii="Verdana" w:hAnsi="Verdana"/>
        </w:rPr>
        <w:t xml:space="preserve">prokázat zkušenost s plněním alespoň jedné zakázky na projektové práce spočívající ve zpracování dokumentace pro </w:t>
      </w:r>
      <w:r w:rsidRPr="00344F8F">
        <w:rPr>
          <w:rFonts w:ascii="Verdana" w:hAnsi="Verdana"/>
          <w:b/>
          <w:bCs/>
        </w:rPr>
        <w:t>rekonstrukce nebo novostavby přejezdového zabezpečovacího zařízení</w:t>
      </w:r>
      <w:r w:rsidRPr="00344F8F">
        <w:t xml:space="preserve"> </w:t>
      </w:r>
      <w:r w:rsidRPr="00344F8F">
        <w:rPr>
          <w:rFonts w:ascii="Verdana" w:hAnsi="Verdana"/>
        </w:rPr>
        <w:t xml:space="preserve">ve stupni DSP nebo DSP+PDPS nebo DUSP/DUSL nebo DUSP/DUSL+PDPS nebo DUR+DSP nebo DUR+DSP+PDPS ve funkci vedoucího týmu nebo zástupce vedoucího týmu, přičemž hodnota zakázky </w:t>
      </w:r>
      <w:r w:rsidRPr="00344F8F">
        <w:rPr>
          <w:rFonts w:ascii="Verdana" w:hAnsi="Verdana" w:cs="Arial"/>
          <w:bCs/>
        </w:rPr>
        <w:t xml:space="preserve">musí činit nejméně </w:t>
      </w:r>
      <w:r w:rsidRPr="00344F8F">
        <w:rPr>
          <w:rFonts w:ascii="Verdana" w:hAnsi="Verdana" w:cs="Arial"/>
          <w:b/>
          <w:bCs/>
        </w:rPr>
        <w:t>407 250 Kč</w:t>
      </w:r>
      <w:r w:rsidRPr="00344F8F">
        <w:rPr>
          <w:rFonts w:ascii="Verdana" w:hAnsi="Verdana" w:cs="Arial"/>
          <w:bCs/>
        </w:rPr>
        <w:t xml:space="preserve"> bez DPH</w:t>
      </w:r>
      <w:r w:rsidRPr="00344F8F">
        <w:rPr>
          <w:rFonts w:ascii="Verdana" w:hAnsi="Verdana"/>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AE6B9AD" w14:textId="0FBD2C2A" w:rsidR="00344F8F" w:rsidRPr="00344F8F" w:rsidRDefault="00344F8F" w:rsidP="00344F8F">
      <w:pPr>
        <w:pStyle w:val="Odrka1-2-"/>
        <w:numPr>
          <w:ilvl w:val="0"/>
          <w:numId w:val="0"/>
        </w:numPr>
        <w:tabs>
          <w:tab w:val="left" w:pos="708"/>
        </w:tabs>
        <w:ind w:left="1531"/>
        <w:rPr>
          <w:rFonts w:ascii="Verdana" w:hAnsi="Verdana"/>
        </w:rPr>
      </w:pPr>
      <w:r w:rsidRPr="00344F8F">
        <w:rPr>
          <w:rFonts w:ascii="Verdana" w:hAnsi="Verdana"/>
        </w:rPr>
        <w:t xml:space="preserve"> </w:t>
      </w:r>
    </w:p>
    <w:p w14:paraId="106E049B" w14:textId="77777777" w:rsidR="00344F8F" w:rsidRPr="00344F8F" w:rsidRDefault="00344F8F" w:rsidP="00344F8F">
      <w:pPr>
        <w:pStyle w:val="Odstavec1-1a"/>
        <w:numPr>
          <w:ilvl w:val="0"/>
          <w:numId w:val="46"/>
        </w:numPr>
        <w:rPr>
          <w:rFonts w:ascii="Verdana" w:hAnsi="Verdana"/>
          <w:b/>
        </w:rPr>
      </w:pPr>
      <w:r w:rsidRPr="00344F8F">
        <w:rPr>
          <w:rFonts w:ascii="Verdana" w:hAnsi="Verdana"/>
          <w:b/>
        </w:rPr>
        <w:t>autorizovaný zeměměřický inženýr</w:t>
      </w:r>
    </w:p>
    <w:p w14:paraId="67B37138" w14:textId="77777777" w:rsidR="00344F8F" w:rsidRPr="00344F8F" w:rsidRDefault="00344F8F" w:rsidP="00344F8F">
      <w:pPr>
        <w:pStyle w:val="Odrka1-2-"/>
        <w:numPr>
          <w:ilvl w:val="1"/>
          <w:numId w:val="45"/>
        </w:numPr>
        <w:rPr>
          <w:rFonts w:ascii="Verdana" w:hAnsi="Verdana"/>
        </w:rPr>
      </w:pPr>
      <w:r w:rsidRPr="00344F8F">
        <w:rPr>
          <w:rFonts w:ascii="Verdana" w:hAnsi="Verdana"/>
        </w:rPr>
        <w:t xml:space="preserve">nejméně 5 let praxe ve svém oboru; </w:t>
      </w:r>
    </w:p>
    <w:p w14:paraId="6A0B530C" w14:textId="77777777" w:rsidR="00344F8F" w:rsidRPr="00344F8F" w:rsidRDefault="00344F8F" w:rsidP="00344F8F">
      <w:pPr>
        <w:pStyle w:val="Odrka1-2-"/>
        <w:numPr>
          <w:ilvl w:val="1"/>
          <w:numId w:val="45"/>
        </w:numPr>
        <w:rPr>
          <w:rFonts w:ascii="Verdana" w:hAnsi="Verdana"/>
        </w:rPr>
      </w:pPr>
      <w:r w:rsidRPr="00344F8F">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 xml:space="preserve">Dodavatel musí poddodavatele nahradit nejpozději do konce zadavatelem stanovené přiměřené lhůty. Tuto lhůtu může zadavatel prodloužit nebo prominout její zmeškání. Pokud </w:t>
      </w:r>
      <w:r>
        <w:lastRenderedPageBreak/>
        <w:t>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1E815CBE" w:rsidR="00FC44E6" w:rsidRPr="00E935A2" w:rsidRDefault="00FC44E6" w:rsidP="001F309C">
      <w:pPr>
        <w:numPr>
          <w:ilvl w:val="0"/>
          <w:numId w:val="21"/>
        </w:numPr>
        <w:tabs>
          <w:tab w:val="left" w:pos="1985"/>
        </w:tabs>
        <w:spacing w:before="240" w:after="0" w:line="240" w:lineRule="auto"/>
        <w:ind w:left="709" w:hanging="357"/>
        <w:rPr>
          <w:rFonts w:eastAsia="Times New Roman" w:cs="Times New Roman"/>
          <w:lang w:eastAsia="cs-CZ"/>
        </w:rPr>
      </w:pPr>
      <w:r w:rsidRPr="00E935A2">
        <w:rPr>
          <w:rFonts w:eastAsia="Times New Roman" w:cs="Times New Roman"/>
          <w:u w:val="single"/>
          <w:lang w:eastAsia="cs-CZ"/>
        </w:rPr>
        <w:t>Prokazování odborné způsobilosti zahraničními osobami podle zvláštních právních předpisů:</w:t>
      </w:r>
      <w:r w:rsidRPr="00E935A2">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594E7EBC"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 xml:space="preserve">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w:t>
      </w:r>
      <w:r w:rsidR="00FC44E6" w:rsidRPr="00FC44E6">
        <w:rPr>
          <w:rFonts w:eastAsia="Times New Roman" w:cs="Times New Roman"/>
          <w:lang w:eastAsia="cs-CZ"/>
        </w:rPr>
        <w:lastRenderedPageBreak/>
        <w:t>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3360EAC8"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051B338" w14:textId="77777777" w:rsidR="00E935A2" w:rsidRPr="00FC44E6" w:rsidRDefault="00E935A2"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w:t>
      </w:r>
      <w:r>
        <w:lastRenderedPageBreak/>
        <w:t xml:space="preserve">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AE77B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AE77BE">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AE77B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10143B91"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E935A2">
        <w:rPr>
          <w:rFonts w:eastAsia="Times New Roman" w:cs="Times New Roman"/>
          <w:lang w:eastAsia="cs-CZ"/>
        </w:rPr>
        <w:t xml:space="preserve">zpracování </w:t>
      </w:r>
      <w:r w:rsidR="007211E0" w:rsidRPr="00E935A2">
        <w:rPr>
          <w:rFonts w:eastAsia="Times New Roman" w:cs="Times New Roman"/>
          <w:b/>
          <w:iCs/>
          <w:lang w:eastAsia="cs-CZ"/>
        </w:rPr>
        <w:t>DUSP+PDPS</w:t>
      </w:r>
      <w:r w:rsidRPr="00E935A2">
        <w:rPr>
          <w:rFonts w:eastAsia="Times New Roman" w:cs="Times New Roman"/>
          <w:lang w:eastAsia="cs-CZ"/>
        </w:rPr>
        <w:t xml:space="preserve"> </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209371DE" w14:textId="77777777" w:rsidR="00592E65" w:rsidRDefault="00592E65" w:rsidP="00FC44E6">
      <w:pPr>
        <w:spacing w:after="0" w:line="240" w:lineRule="auto"/>
        <w:ind w:left="426"/>
        <w:jc w:val="both"/>
        <w:rPr>
          <w:rFonts w:eastAsia="Times New Roman" w:cs="Times New Roman"/>
          <w:lang w:eastAsia="cs-CZ"/>
        </w:rPr>
      </w:pPr>
    </w:p>
    <w:p w14:paraId="77C673EC" w14:textId="7B4ABD4B" w:rsidR="00592E65" w:rsidRPr="00FC44E6" w:rsidRDefault="00592E65" w:rsidP="00FC44E6">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18A757" w14:textId="77777777" w:rsidR="00FC44E6" w:rsidRPr="00AE77BE" w:rsidRDefault="00FC44E6" w:rsidP="00AE77BE">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C73FBEF" w14:textId="77777777" w:rsidR="00AE77BE" w:rsidRPr="00FC44E6" w:rsidRDefault="00AE77BE" w:rsidP="00AE77BE">
      <w:pPr>
        <w:spacing w:before="360" w:after="0" w:line="240" w:lineRule="auto"/>
        <w:ind w:left="499"/>
        <w:rPr>
          <w:rFonts w:eastAsia="Times New Roman" w:cs="Times New Roman"/>
          <w:b/>
          <w:color w:val="000000"/>
          <w:u w:val="single"/>
          <w:lang w:eastAsia="cs-CZ"/>
        </w:rPr>
      </w:pPr>
    </w:p>
    <w:p w14:paraId="330B7B05" w14:textId="2AB2B1C7" w:rsidR="00FC44E6" w:rsidRPr="00FC44E6" w:rsidRDefault="00FC44E6" w:rsidP="00AE77B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0300D75" w14:textId="14D204DD" w:rsidR="00F05419" w:rsidRDefault="00F05419" w:rsidP="00AE77BE">
      <w:pPr>
        <w:spacing w:before="240" w:after="0" w:line="240" w:lineRule="auto"/>
        <w:ind w:left="425"/>
        <w:jc w:val="both"/>
        <w:rPr>
          <w:rFonts w:cs="Arial"/>
        </w:rPr>
      </w:pPr>
      <w:r w:rsidRPr="001F309C">
        <w:rPr>
          <w:rFonts w:cs="Arial"/>
          <w:b/>
        </w:rPr>
        <w:t>Nabídky lze podat v termínu, který je uveden na profilu zadavatele:</w:t>
      </w:r>
      <w:r w:rsidRPr="001F309C">
        <w:rPr>
          <w:rFonts w:cs="Arial"/>
        </w:rPr>
        <w:t xml:space="preserve"> </w:t>
      </w:r>
      <w:hyperlink r:id="rId18" w:history="1">
        <w:r w:rsidRPr="001F309C">
          <w:rPr>
            <w:rStyle w:val="Hypertextovodkaz"/>
            <w:rFonts w:cs="Arial"/>
            <w:b/>
            <w:bCs/>
            <w:lang w:eastAsia="cs-CZ"/>
          </w:rPr>
          <w:t>https://zakazky.spravazeleznic.cz/</w:t>
        </w:r>
      </w:hyperlink>
      <w:r w:rsidRPr="001F309C">
        <w:rPr>
          <w:rFonts w:cs="Arial"/>
          <w:b/>
        </w:rPr>
        <w:t>.</w:t>
      </w:r>
    </w:p>
    <w:p w14:paraId="1AACCC7E" w14:textId="095AE0BE" w:rsidR="00FC44E6" w:rsidRPr="00FC44E6" w:rsidRDefault="00FC44E6" w:rsidP="00AE77B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1F309C">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1F309C">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AE77BE">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C44E6">
        <w:rPr>
          <w:rFonts w:eastAsia="Times New Roman" w:cs="Times New Roman"/>
          <w:lang w:eastAsia="cs-CZ"/>
        </w:rPr>
        <w:lastRenderedPageBreak/>
        <w:t xml:space="preserve">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w:t>
      </w:r>
      <w:r w:rsidRPr="00FC44E6">
        <w:rPr>
          <w:rFonts w:eastAsia="Times New Roman" w:cs="Times New Roman"/>
          <w:lang w:eastAsia="cs-CZ"/>
        </w:rPr>
        <w:lastRenderedPageBreak/>
        <w:t>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299AB2FF" w:rsidR="00AE77BE" w:rsidRDefault="00AE77BE">
      <w:pPr>
        <w:rPr>
          <w:rFonts w:eastAsia="Times New Roman" w:cs="Times New Roman"/>
          <w:lang w:eastAsia="cs-CZ"/>
        </w:rPr>
      </w:pPr>
      <w:r>
        <w:rPr>
          <w:rFonts w:eastAsia="Times New Roman" w:cs="Times New Roman"/>
          <w:lang w:eastAsia="cs-CZ"/>
        </w:rPr>
        <w:br w:type="page"/>
      </w: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AE77BE">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lastRenderedPageBreak/>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1F309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C799B08"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1F309C">
        <w:rPr>
          <w:rFonts w:eastAsia="Times New Roman" w:cs="Times New Roman"/>
          <w:lang w:eastAsia="cs-CZ"/>
        </w:rPr>
        <w:t>režim veřejné zakázky</w:t>
      </w:r>
      <w:r w:rsidR="001F309C" w:rsidRPr="001F309C">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1F309C">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1266079"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F309C">
        <w:t xml:space="preserve">, především pak před podpisem smlouvy ze strany objednatele předložit prostřednictvím elektronického nástroje E-ZAK na adrese: </w:t>
      </w:r>
      <w:hyperlink r:id="rId20" w:history="1">
        <w:r w:rsidR="00CD47C0" w:rsidRPr="001F309C">
          <w:rPr>
            <w:rStyle w:val="Hypertextovodkaz"/>
          </w:rPr>
          <w:t>https://</w:t>
        </w:r>
        <w:r w:rsidR="00D02002" w:rsidRPr="001F309C">
          <w:rPr>
            <w:rStyle w:val="Hypertextovodkaz"/>
          </w:rPr>
          <w:t>zakazky.spravazeleznic.cz</w:t>
        </w:r>
        <w:r w:rsidR="00CD47C0" w:rsidRPr="001F309C">
          <w:rPr>
            <w:rStyle w:val="Hypertextovodkaz"/>
          </w:rPr>
          <w:t>/</w:t>
        </w:r>
      </w:hyperlink>
      <w:r w:rsidR="00CD47C0" w:rsidRPr="001F309C">
        <w:t xml:space="preserve">, případně jinou formou písemné elektronické komunikace (zadavatel preferuje komunikaci prostřednictvím elektronického nástroje E-ZAK) dokumenty uvedené v následujícím odstavci této Výzvy. </w:t>
      </w:r>
      <w:r w:rsidR="00CD47C0" w:rsidRPr="001F309C">
        <w:rPr>
          <w:b/>
        </w:rPr>
        <w:t>Zadavatel vyzve vybraného dodavatele k poskytnutí součinnosti před uzavřením smlouvy ještě před oznámením rozhodnutí o výběru</w:t>
      </w:r>
      <w:r w:rsidR="00CD47C0" w:rsidRPr="001F309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1F309C">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w:t>
      </w:r>
      <w:r w:rsidR="001F309C">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3432F3E8" w:rsidR="001335E1" w:rsidRPr="001F309C" w:rsidRDefault="001335E1" w:rsidP="001335E1">
      <w:pPr>
        <w:numPr>
          <w:ilvl w:val="0"/>
          <w:numId w:val="25"/>
        </w:numPr>
        <w:spacing w:after="0" w:line="240" w:lineRule="auto"/>
        <w:jc w:val="both"/>
        <w:rPr>
          <w:rFonts w:eastAsia="Times New Roman" w:cs="Times New Roman"/>
          <w:lang w:eastAsia="cs-CZ"/>
        </w:rPr>
      </w:pPr>
      <w:r w:rsidRPr="001F309C">
        <w:rPr>
          <w:rFonts w:eastAsia="Times New Roman" w:cs="Times New Roman"/>
          <w:lang w:eastAsia="cs-CZ"/>
        </w:rPr>
        <w:t>kopi</w:t>
      </w:r>
      <w:r w:rsidR="001F309C" w:rsidRPr="001F309C">
        <w:rPr>
          <w:rFonts w:eastAsia="Times New Roman" w:cs="Times New Roman"/>
          <w:lang w:eastAsia="cs-CZ"/>
        </w:rPr>
        <w:t>e</w:t>
      </w:r>
      <w:r w:rsidRPr="001F309C">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w:t>
      </w:r>
      <w:r w:rsidRPr="001F309C">
        <w:rPr>
          <w:rFonts w:eastAsia="Times New Roman" w:cs="Times New Roman"/>
          <w:lang w:eastAsia="cs-CZ"/>
        </w:rPr>
        <w:lastRenderedPageBreak/>
        <w:t xml:space="preserve">pozdějších předpisů, § 10 požadovaná kvalifikace - Pracovníci pro samostatné projektování a pracovníci pro řízení projektování, </w:t>
      </w:r>
    </w:p>
    <w:p w14:paraId="1E63FB05" w14:textId="6F1D9744" w:rsidR="00FC44E6" w:rsidRPr="001F309C" w:rsidRDefault="00FC44E6" w:rsidP="00A07251">
      <w:pPr>
        <w:numPr>
          <w:ilvl w:val="0"/>
          <w:numId w:val="25"/>
        </w:numPr>
        <w:spacing w:after="0" w:line="240" w:lineRule="auto"/>
        <w:jc w:val="both"/>
        <w:rPr>
          <w:rFonts w:eastAsia="Times New Roman" w:cs="Times New Roman"/>
          <w:lang w:eastAsia="cs-CZ"/>
        </w:rPr>
      </w:pPr>
      <w:r w:rsidRPr="001F309C">
        <w:rPr>
          <w:rFonts w:eastAsia="Times New Roman" w:cs="Times New Roman"/>
          <w:lang w:eastAsia="cs-CZ"/>
        </w:rPr>
        <w:t>kopi</w:t>
      </w:r>
      <w:r w:rsidR="001F309C" w:rsidRPr="001F309C">
        <w:rPr>
          <w:rFonts w:eastAsia="Times New Roman" w:cs="Times New Roman"/>
          <w:lang w:eastAsia="cs-CZ"/>
        </w:rPr>
        <w:t>e</w:t>
      </w:r>
      <w:r w:rsidRPr="001F309C">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AE77BE">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384FAFE4"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641B7E91" w:rsid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EE4E280" w14:textId="77777777" w:rsidR="00AE77BE" w:rsidRDefault="00AE77BE" w:rsidP="00FC44E6">
      <w:pPr>
        <w:suppressAutoHyphens/>
        <w:spacing w:before="120" w:after="0" w:line="240" w:lineRule="auto"/>
        <w:ind w:left="426"/>
        <w:jc w:val="both"/>
        <w:rPr>
          <w:rFonts w:eastAsia="Times New Roman" w:cs="Times New Roman"/>
          <w:lang w:eastAsia="cs-CZ"/>
        </w:rPr>
      </w:pPr>
    </w:p>
    <w:p w14:paraId="2646028E" w14:textId="77777777" w:rsidR="00AE77BE" w:rsidRDefault="00AE77BE" w:rsidP="00FC44E6">
      <w:pPr>
        <w:suppressAutoHyphens/>
        <w:spacing w:before="120" w:after="0" w:line="240" w:lineRule="auto"/>
        <w:ind w:left="426"/>
        <w:jc w:val="both"/>
        <w:rPr>
          <w:rFonts w:eastAsia="Times New Roman" w:cs="Times New Roman"/>
          <w:lang w:eastAsia="cs-CZ"/>
        </w:rPr>
      </w:pPr>
    </w:p>
    <w:p w14:paraId="3D5CEA00" w14:textId="77777777" w:rsidR="00AE77BE" w:rsidRPr="00FC44E6" w:rsidRDefault="00AE77BE" w:rsidP="00FC44E6">
      <w:pPr>
        <w:suppressAutoHyphens/>
        <w:spacing w:before="120" w:after="0" w:line="240" w:lineRule="auto"/>
        <w:ind w:left="426"/>
        <w:jc w:val="both"/>
        <w:rPr>
          <w:rFonts w:eastAsia="Times New Roman" w:cs="Times New Roman"/>
          <w:lang w:eastAsia="cs-CZ"/>
        </w:rPr>
      </w:pPr>
    </w:p>
    <w:p w14:paraId="7775DCC0" w14:textId="77777777" w:rsidR="00FC44E6" w:rsidRPr="00FC44E6" w:rsidRDefault="00FC44E6" w:rsidP="001F309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1F309C">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1F309C">
        <w:t>4.7</w:t>
      </w:r>
      <w:r w:rsidRPr="001F309C">
        <w:t xml:space="preserve"> závazného vzoru smlouvy</w:t>
      </w:r>
      <w:r w:rsidRPr="00915D4B">
        <w:t>,</w:t>
      </w:r>
      <w:r>
        <w:t xml:space="preserve"> který j</w:t>
      </w:r>
      <w:r w:rsidR="00913667">
        <w:t>e součástí zadávací dokumentace.</w:t>
      </w:r>
    </w:p>
    <w:p w14:paraId="7F210FA2" w14:textId="40F46974" w:rsidR="00156A0A" w:rsidRDefault="00156A0A" w:rsidP="001F309C">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lastRenderedPageBreak/>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4FF5F3E7" w:rsidR="00AB13E8" w:rsidRPr="000B6541" w:rsidRDefault="00AB13E8" w:rsidP="00AB13E8">
      <w:pPr>
        <w:spacing w:after="120"/>
        <w:jc w:val="both"/>
      </w:pPr>
      <w:r w:rsidRPr="000B6541">
        <w:t xml:space="preserve">Řádně jsme se seznámili se zněním zadávacích podmínek veřejné zakázky s názvem </w:t>
      </w:r>
      <w:r w:rsidR="00AE77BE">
        <w:t>„</w:t>
      </w:r>
      <w:r w:rsidR="00AE77BE">
        <w:rPr>
          <w:rStyle w:val="Nadpisvtabulce"/>
        </w:rPr>
        <w:t>Doplnění závor na přejezdu v km 47,704 (P4461) trati Chlumec nad Cidlinou – Trutnov“</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CE7D0" w14:textId="77777777" w:rsidR="00D57A3F" w:rsidRDefault="00D57A3F" w:rsidP="00962258">
      <w:pPr>
        <w:spacing w:after="0" w:line="240" w:lineRule="auto"/>
      </w:pPr>
      <w:r>
        <w:separator/>
      </w:r>
    </w:p>
  </w:endnote>
  <w:endnote w:type="continuationSeparator" w:id="0">
    <w:p w14:paraId="5AF8D080" w14:textId="77777777" w:rsidR="00D57A3F" w:rsidRDefault="00D57A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BD05A" w14:textId="77777777" w:rsidR="00D57A3F" w:rsidRDefault="00D57A3F" w:rsidP="00962258">
      <w:pPr>
        <w:spacing w:after="0" w:line="240" w:lineRule="auto"/>
      </w:pPr>
      <w:r>
        <w:separator/>
      </w:r>
    </w:p>
  </w:footnote>
  <w:footnote w:type="continuationSeparator" w:id="0">
    <w:p w14:paraId="34BE226A" w14:textId="77777777" w:rsidR="00D57A3F" w:rsidRDefault="00D57A3F" w:rsidP="00962258">
      <w:pPr>
        <w:spacing w:after="0" w:line="240" w:lineRule="auto"/>
      </w:pPr>
      <w:r>
        <w:continuationSeparator/>
      </w:r>
    </w:p>
  </w:footnote>
  <w:footnote w:id="1">
    <w:p w14:paraId="52F116D2" w14:textId="77777777" w:rsidR="009C2E51" w:rsidRDefault="009C2E51" w:rsidP="009C2E51">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24" w15:restartNumberingAfterBreak="0">
    <w:nsid w:val="3DB804A6"/>
    <w:multiLevelType w:val="hybridMultilevel"/>
    <w:tmpl w:val="ABE29032"/>
    <w:lvl w:ilvl="0" w:tplc="56C2DBB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4"/>
  </w:num>
  <w:num w:numId="5" w16cid:durableId="610431523">
    <w:abstractNumId w:val="1"/>
  </w:num>
  <w:num w:numId="6" w16cid:durableId="1227255739">
    <w:abstractNumId w:val="24"/>
  </w:num>
  <w:num w:numId="7" w16cid:durableId="1941374107">
    <w:abstractNumId w:val="33"/>
  </w:num>
  <w:num w:numId="8" w16cid:durableId="904074286">
    <w:abstractNumId w:val="35"/>
  </w:num>
  <w:num w:numId="9" w16cid:durableId="1835679669">
    <w:abstractNumId w:val="25"/>
  </w:num>
  <w:num w:numId="10" w16cid:durableId="466557367">
    <w:abstractNumId w:val="28"/>
  </w:num>
  <w:num w:numId="11" w16cid:durableId="1448545842">
    <w:abstractNumId w:val="20"/>
  </w:num>
  <w:num w:numId="12" w16cid:durableId="1820532203">
    <w:abstractNumId w:val="12"/>
  </w:num>
  <w:num w:numId="13" w16cid:durableId="1467772955">
    <w:abstractNumId w:val="15"/>
  </w:num>
  <w:num w:numId="14" w16cid:durableId="90856400">
    <w:abstractNumId w:val="26"/>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8"/>
  </w:num>
  <w:num w:numId="21" w16cid:durableId="634260189">
    <w:abstractNumId w:val="27"/>
  </w:num>
  <w:num w:numId="22" w16cid:durableId="1501238026">
    <w:abstractNumId w:val="14"/>
  </w:num>
  <w:num w:numId="23" w16cid:durableId="871695309">
    <w:abstractNumId w:val="32"/>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0"/>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7"/>
  </w:num>
  <w:num w:numId="37" w16cid:durableId="1256288392">
    <w:abstractNumId w:val="31"/>
  </w:num>
  <w:num w:numId="38" w16cid:durableId="772241552">
    <w:abstractNumId w:val="11"/>
  </w:num>
  <w:num w:numId="39" w16cid:durableId="1852062327">
    <w:abstractNumId w:val="29"/>
  </w:num>
  <w:num w:numId="40" w16cid:durableId="1462305594">
    <w:abstractNumId w:val="22"/>
  </w:num>
  <w:num w:numId="41" w16cid:durableId="1220902841">
    <w:abstractNumId w:val="22"/>
  </w:num>
  <w:num w:numId="42" w16cid:durableId="16853701">
    <w:abstractNumId w:val="7"/>
  </w:num>
  <w:num w:numId="43" w16cid:durableId="1016805807">
    <w:abstractNumId w:val="36"/>
  </w:num>
  <w:num w:numId="44" w16cid:durableId="456264443">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42092917">
    <w:abstractNumId w:val="22"/>
  </w:num>
  <w:num w:numId="46" w16cid:durableId="18381056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4DA2"/>
    <w:rsid w:val="000F72CE"/>
    <w:rsid w:val="001021B4"/>
    <w:rsid w:val="00114472"/>
    <w:rsid w:val="00117436"/>
    <w:rsid w:val="0012046C"/>
    <w:rsid w:val="001335E1"/>
    <w:rsid w:val="00152497"/>
    <w:rsid w:val="00156A0A"/>
    <w:rsid w:val="001630FF"/>
    <w:rsid w:val="00170715"/>
    <w:rsid w:val="00170EC5"/>
    <w:rsid w:val="001747C1"/>
    <w:rsid w:val="0018596A"/>
    <w:rsid w:val="001A21C2"/>
    <w:rsid w:val="001A6F12"/>
    <w:rsid w:val="001B69C2"/>
    <w:rsid w:val="001B7A7F"/>
    <w:rsid w:val="001C46E7"/>
    <w:rsid w:val="001C4DA0"/>
    <w:rsid w:val="001E241B"/>
    <w:rsid w:val="001F309C"/>
    <w:rsid w:val="00204188"/>
    <w:rsid w:val="00207DF5"/>
    <w:rsid w:val="00226C57"/>
    <w:rsid w:val="00257866"/>
    <w:rsid w:val="002651A0"/>
    <w:rsid w:val="00267369"/>
    <w:rsid w:val="0026785D"/>
    <w:rsid w:val="00271137"/>
    <w:rsid w:val="002714C9"/>
    <w:rsid w:val="00275EA1"/>
    <w:rsid w:val="00281BC8"/>
    <w:rsid w:val="00291EC3"/>
    <w:rsid w:val="00292441"/>
    <w:rsid w:val="002A1EFF"/>
    <w:rsid w:val="002A6EE4"/>
    <w:rsid w:val="002C31BF"/>
    <w:rsid w:val="002C5A8F"/>
    <w:rsid w:val="002E0CD7"/>
    <w:rsid w:val="002E2E99"/>
    <w:rsid w:val="002F026B"/>
    <w:rsid w:val="00304332"/>
    <w:rsid w:val="00304D55"/>
    <w:rsid w:val="00333388"/>
    <w:rsid w:val="00342FAC"/>
    <w:rsid w:val="00344F8F"/>
    <w:rsid w:val="0035201F"/>
    <w:rsid w:val="00354754"/>
    <w:rsid w:val="0035675B"/>
    <w:rsid w:val="00357BC6"/>
    <w:rsid w:val="0036171F"/>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D0E7C"/>
    <w:rsid w:val="004E52D8"/>
    <w:rsid w:val="004E5364"/>
    <w:rsid w:val="004F14FB"/>
    <w:rsid w:val="004F4B9B"/>
    <w:rsid w:val="004F5A4E"/>
    <w:rsid w:val="00501654"/>
    <w:rsid w:val="00506D82"/>
    <w:rsid w:val="00511AB9"/>
    <w:rsid w:val="00523EA7"/>
    <w:rsid w:val="00542527"/>
    <w:rsid w:val="005436B5"/>
    <w:rsid w:val="00551D1F"/>
    <w:rsid w:val="00553375"/>
    <w:rsid w:val="00561D71"/>
    <w:rsid w:val="005658A6"/>
    <w:rsid w:val="005720E7"/>
    <w:rsid w:val="005722BB"/>
    <w:rsid w:val="005736B7"/>
    <w:rsid w:val="00575E5A"/>
    <w:rsid w:val="005843A9"/>
    <w:rsid w:val="00584E2A"/>
    <w:rsid w:val="00592E65"/>
    <w:rsid w:val="00596C7E"/>
    <w:rsid w:val="005A08BE"/>
    <w:rsid w:val="005A1651"/>
    <w:rsid w:val="005A64E9"/>
    <w:rsid w:val="005B5E96"/>
    <w:rsid w:val="005B5EE9"/>
    <w:rsid w:val="005C3690"/>
    <w:rsid w:val="005F0A2D"/>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1194"/>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1ADA"/>
    <w:rsid w:val="0076286B"/>
    <w:rsid w:val="00762B85"/>
    <w:rsid w:val="00764595"/>
    <w:rsid w:val="00766846"/>
    <w:rsid w:val="0077673A"/>
    <w:rsid w:val="007846E1"/>
    <w:rsid w:val="00793361"/>
    <w:rsid w:val="00796F66"/>
    <w:rsid w:val="007A2121"/>
    <w:rsid w:val="007A44FF"/>
    <w:rsid w:val="007A674F"/>
    <w:rsid w:val="007B570C"/>
    <w:rsid w:val="007C63F1"/>
    <w:rsid w:val="007E4A6E"/>
    <w:rsid w:val="007E7F2B"/>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D03B9"/>
    <w:rsid w:val="008D6824"/>
    <w:rsid w:val="008F18D6"/>
    <w:rsid w:val="008F2680"/>
    <w:rsid w:val="008F31F1"/>
    <w:rsid w:val="00904780"/>
    <w:rsid w:val="00905DF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3E14"/>
    <w:rsid w:val="009B72CC"/>
    <w:rsid w:val="009C27B3"/>
    <w:rsid w:val="009C2E51"/>
    <w:rsid w:val="009C3DF0"/>
    <w:rsid w:val="009E07F4"/>
    <w:rsid w:val="009F392E"/>
    <w:rsid w:val="009F5AEB"/>
    <w:rsid w:val="00A00324"/>
    <w:rsid w:val="00A05BB0"/>
    <w:rsid w:val="00A07251"/>
    <w:rsid w:val="00A11738"/>
    <w:rsid w:val="00A123D1"/>
    <w:rsid w:val="00A26260"/>
    <w:rsid w:val="00A33295"/>
    <w:rsid w:val="00A35E05"/>
    <w:rsid w:val="00A3658A"/>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E77BE"/>
    <w:rsid w:val="00AF0800"/>
    <w:rsid w:val="00AF563D"/>
    <w:rsid w:val="00AF6AAC"/>
    <w:rsid w:val="00B10016"/>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677B"/>
    <w:rsid w:val="00B77481"/>
    <w:rsid w:val="00B81718"/>
    <w:rsid w:val="00B841EE"/>
    <w:rsid w:val="00B8518B"/>
    <w:rsid w:val="00B86EBD"/>
    <w:rsid w:val="00B909C1"/>
    <w:rsid w:val="00B941D4"/>
    <w:rsid w:val="00B95C49"/>
    <w:rsid w:val="00B9643D"/>
    <w:rsid w:val="00BA69D1"/>
    <w:rsid w:val="00BB3740"/>
    <w:rsid w:val="00BC5A16"/>
    <w:rsid w:val="00BD5FEB"/>
    <w:rsid w:val="00BD7E91"/>
    <w:rsid w:val="00BE7DBA"/>
    <w:rsid w:val="00BF374D"/>
    <w:rsid w:val="00C02D0A"/>
    <w:rsid w:val="00C03A6E"/>
    <w:rsid w:val="00C2037A"/>
    <w:rsid w:val="00C30759"/>
    <w:rsid w:val="00C37A09"/>
    <w:rsid w:val="00C427A2"/>
    <w:rsid w:val="00C44BC9"/>
    <w:rsid w:val="00C44F40"/>
    <w:rsid w:val="00C44F6A"/>
    <w:rsid w:val="00C551F8"/>
    <w:rsid w:val="00C653F0"/>
    <w:rsid w:val="00C727E5"/>
    <w:rsid w:val="00C8207D"/>
    <w:rsid w:val="00C825A5"/>
    <w:rsid w:val="00C84478"/>
    <w:rsid w:val="00C90D8A"/>
    <w:rsid w:val="00C94497"/>
    <w:rsid w:val="00CA2AD2"/>
    <w:rsid w:val="00CA6CD3"/>
    <w:rsid w:val="00CB3F61"/>
    <w:rsid w:val="00CB7B5A"/>
    <w:rsid w:val="00CC1E2B"/>
    <w:rsid w:val="00CC36B3"/>
    <w:rsid w:val="00CC6C3A"/>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398F"/>
    <w:rsid w:val="00D56E0B"/>
    <w:rsid w:val="00D57640"/>
    <w:rsid w:val="00D57A3F"/>
    <w:rsid w:val="00D60084"/>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C7B07"/>
    <w:rsid w:val="00DD46F3"/>
    <w:rsid w:val="00DD58A6"/>
    <w:rsid w:val="00DD7F94"/>
    <w:rsid w:val="00DE0E2C"/>
    <w:rsid w:val="00DE43F7"/>
    <w:rsid w:val="00DE56F2"/>
    <w:rsid w:val="00DE7E65"/>
    <w:rsid w:val="00DF04CA"/>
    <w:rsid w:val="00DF116D"/>
    <w:rsid w:val="00DF37BC"/>
    <w:rsid w:val="00DF6E14"/>
    <w:rsid w:val="00E07AA7"/>
    <w:rsid w:val="00E147D3"/>
    <w:rsid w:val="00E16BF4"/>
    <w:rsid w:val="00E3094D"/>
    <w:rsid w:val="00E42159"/>
    <w:rsid w:val="00E4303F"/>
    <w:rsid w:val="00E46308"/>
    <w:rsid w:val="00E57669"/>
    <w:rsid w:val="00E62B54"/>
    <w:rsid w:val="00E66C13"/>
    <w:rsid w:val="00E7027A"/>
    <w:rsid w:val="00E824F1"/>
    <w:rsid w:val="00E935A2"/>
    <w:rsid w:val="00EB104F"/>
    <w:rsid w:val="00EB47F2"/>
    <w:rsid w:val="00EC20C9"/>
    <w:rsid w:val="00EC4077"/>
    <w:rsid w:val="00EC7B49"/>
    <w:rsid w:val="00ED14BD"/>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B7677B"/>
    <w:rPr>
      <w:b/>
      <w:bCs w:val="0"/>
    </w:rPr>
  </w:style>
  <w:style w:type="character" w:customStyle="1" w:styleId="Odstavec1-1aChar">
    <w:name w:val="_Odstavec_1-1_a) Char"/>
    <w:basedOn w:val="Standardnpsmoodstavce"/>
    <w:link w:val="Odstavec1-1a"/>
    <w:locked/>
    <w:rsid w:val="00344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30699571">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610666783">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211595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0633172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69</TotalTime>
  <Pages>26</Pages>
  <Words>13264</Words>
  <Characters>78263</Characters>
  <Application>Microsoft Office Word</Application>
  <DocSecurity>0</DocSecurity>
  <Lines>652</Lines>
  <Paragraphs>182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2024-07-23T11:20:00Z</cp:lastPrinted>
  <dcterms:created xsi:type="dcterms:W3CDTF">2024-07-04T09:22:00Z</dcterms:created>
  <dcterms:modified xsi:type="dcterms:W3CDTF">2024-07-23T11:21:00Z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